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5B6B6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B6B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B6B6E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B6B6E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B6B6E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B2293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9B2293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9B2293">
            <w:pPr>
              <w:pStyle w:val="CUSTOMHeaderText"/>
            </w:pPr>
          </w:p>
        </w:tc>
      </w:tr>
      <w:tr w:rsidR="00575A29" w:rsidTr="009B2293">
        <w:trPr>
          <w:trHeight w:val="126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D62273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3574093</wp:posOffset>
                      </wp:positionH>
                      <wp:positionV relativeFrom="paragraph">
                        <wp:posOffset>2750185</wp:posOffset>
                      </wp:positionV>
                      <wp:extent cx="44772" cy="317500"/>
                      <wp:effectExtent l="0" t="19050" r="31750" b="63500"/>
                      <wp:wrapNone/>
                      <wp:docPr id="167" name="Freeform 1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772" cy="317500"/>
                              </a:xfrm>
                              <a:custGeom>
                                <a:avLst/>
                                <a:gdLst>
                                  <a:gd name="connsiteX0" fmla="*/ 322 w 44772"/>
                                  <a:gd name="connsiteY0" fmla="*/ 88900 h 317500"/>
                                  <a:gd name="connsiteX1" fmla="*/ 19372 w 44772"/>
                                  <a:gd name="connsiteY1" fmla="*/ 120650 h 317500"/>
                                  <a:gd name="connsiteX2" fmla="*/ 19372 w 44772"/>
                                  <a:gd name="connsiteY2" fmla="*/ 317500 h 317500"/>
                                  <a:gd name="connsiteX3" fmla="*/ 6672 w 44772"/>
                                  <a:gd name="connsiteY3" fmla="*/ 285750 h 317500"/>
                                  <a:gd name="connsiteX4" fmla="*/ 6672 w 44772"/>
                                  <a:gd name="connsiteY4" fmla="*/ 0 h 317500"/>
                                  <a:gd name="connsiteX5" fmla="*/ 25722 w 44772"/>
                                  <a:gd name="connsiteY5" fmla="*/ 6350 h 317500"/>
                                  <a:gd name="connsiteX6" fmla="*/ 44772 w 44772"/>
                                  <a:gd name="connsiteY6" fmla="*/ 50800 h 317500"/>
                                  <a:gd name="connsiteX7" fmla="*/ 38422 w 44772"/>
                                  <a:gd name="connsiteY7" fmla="*/ 177800 h 317500"/>
                                  <a:gd name="connsiteX8" fmla="*/ 19372 w 44772"/>
                                  <a:gd name="connsiteY8" fmla="*/ 184150 h 3175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44772" h="317500">
                                    <a:moveTo>
                                      <a:pt x="322" y="88900"/>
                                    </a:moveTo>
                                    <a:cubicBezTo>
                                      <a:pt x="6672" y="99483"/>
                                      <a:pt x="15742" y="108854"/>
                                      <a:pt x="19372" y="120650"/>
                                    </a:cubicBezTo>
                                    <a:cubicBezTo>
                                      <a:pt x="34009" y="168220"/>
                                      <a:pt x="20059" y="301696"/>
                                      <a:pt x="19372" y="317500"/>
                                    </a:cubicBezTo>
                                    <a:cubicBezTo>
                                      <a:pt x="15139" y="306917"/>
                                      <a:pt x="8653" y="296975"/>
                                      <a:pt x="6672" y="285750"/>
                                    </a:cubicBezTo>
                                    <a:cubicBezTo>
                                      <a:pt x="-7472" y="205600"/>
                                      <a:pt x="5008" y="54917"/>
                                      <a:pt x="6672" y="0"/>
                                    </a:cubicBezTo>
                                    <a:cubicBezTo>
                                      <a:pt x="13022" y="2117"/>
                                      <a:pt x="20989" y="1617"/>
                                      <a:pt x="25722" y="6350"/>
                                    </a:cubicBezTo>
                                    <a:cubicBezTo>
                                      <a:pt x="33569" y="14197"/>
                                      <a:pt x="40977" y="39415"/>
                                      <a:pt x="44772" y="50800"/>
                                    </a:cubicBezTo>
                                    <a:cubicBezTo>
                                      <a:pt x="42655" y="93133"/>
                                      <a:pt x="46353" y="136162"/>
                                      <a:pt x="38422" y="177800"/>
                                    </a:cubicBezTo>
                                    <a:cubicBezTo>
                                      <a:pt x="37170" y="184375"/>
                                      <a:pt x="19372" y="184150"/>
                                      <a:pt x="19372" y="18415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7" o:spid="_x0000_s1026" style="position:absolute;margin-left:281.4pt;margin-top:216.55pt;width:3.55pt;height:2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772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" path="m322,88900v6350,10583,15420,19954,19050,31750c34009,168220,20059,301696,19372,317500,15139,306917,8653,296975,6672,285750,-7472,205600,5008,54917,6672,v6350,2117,14317,1617,19050,6350c33569,14197,40977,39415,44772,50800v-2117,42333,1581,85362,-6350,127000c37170,184375,19372,184150,19372,184150e" fillcolor="#0d0d0d [3069]" strokecolor="#0d0d0d [3069]" strokeweight="1pt">
                      <v:stroke joinstyle="miter"/>
                      <v:path arrowok="t" o:connecttype="custom" o:connectlocs="322,88900;19372,120650;19372,317500;6672,285750;6672,0;25722,6350;44772,50800;38422,177800;19372,18415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3726629</wp:posOffset>
                      </wp:positionH>
                      <wp:positionV relativeFrom="paragraph">
                        <wp:posOffset>3951408</wp:posOffset>
                      </wp:positionV>
                      <wp:extent cx="147320" cy="477399"/>
                      <wp:effectExtent l="0" t="0" r="24130" b="18415"/>
                      <wp:wrapNone/>
                      <wp:docPr id="166" name="Freeform 1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7320" cy="477399"/>
                              </a:xfrm>
                              <a:custGeom>
                                <a:avLst/>
                                <a:gdLst>
                                  <a:gd name="connsiteX0" fmla="*/ 95436 w 147320"/>
                                  <a:gd name="connsiteY0" fmla="*/ 17977 h 477399"/>
                                  <a:gd name="connsiteX1" fmla="*/ 50986 w 147320"/>
                                  <a:gd name="connsiteY1" fmla="*/ 252927 h 477399"/>
                                  <a:gd name="connsiteX2" fmla="*/ 186 w 147320"/>
                                  <a:gd name="connsiteY2" fmla="*/ 475177 h 477399"/>
                                  <a:gd name="connsiteX3" fmla="*/ 70036 w 147320"/>
                                  <a:gd name="connsiteY3" fmla="*/ 348177 h 477399"/>
                                  <a:gd name="connsiteX4" fmla="*/ 146236 w 147320"/>
                                  <a:gd name="connsiteY4" fmla="*/ 49727 h 477399"/>
                                  <a:gd name="connsiteX5" fmla="*/ 95436 w 147320"/>
                                  <a:gd name="connsiteY5" fmla="*/ 17977 h 4773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47320" h="477399">
                                    <a:moveTo>
                                      <a:pt x="95436" y="17977"/>
                                    </a:moveTo>
                                    <a:cubicBezTo>
                                      <a:pt x="79561" y="51844"/>
                                      <a:pt x="66861" y="176727"/>
                                      <a:pt x="50986" y="252927"/>
                                    </a:cubicBezTo>
                                    <a:cubicBezTo>
                                      <a:pt x="35111" y="329127"/>
                                      <a:pt x="-2989" y="459302"/>
                                      <a:pt x="186" y="475177"/>
                                    </a:cubicBezTo>
                                    <a:cubicBezTo>
                                      <a:pt x="3361" y="491052"/>
                                      <a:pt x="45694" y="419085"/>
                                      <a:pt x="70036" y="348177"/>
                                    </a:cubicBezTo>
                                    <a:cubicBezTo>
                                      <a:pt x="94378" y="277269"/>
                                      <a:pt x="137769" y="99469"/>
                                      <a:pt x="146236" y="49727"/>
                                    </a:cubicBezTo>
                                    <a:cubicBezTo>
                                      <a:pt x="154703" y="-15"/>
                                      <a:pt x="111311" y="-15890"/>
                                      <a:pt x="95436" y="1797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6" o:spid="_x0000_s1026" style="position:absolute;margin-left:293.45pt;margin-top:311.15pt;width:11.6pt;height:37.6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7320,477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" path="m95436,17977c79561,51844,66861,176727,50986,252927,35111,329127,-2989,459302,186,475177,3361,491052,45694,419085,70036,348177,94378,277269,137769,99469,146236,49727,154703,-15,111311,-15890,95436,17977xe" fillcolor="#0d0d0d [3069]" strokecolor="#0d0d0d [3069]" strokeweight="1pt">
                      <v:stroke joinstyle="miter"/>
                      <v:path arrowok="t" o:connecttype="custom" o:connectlocs="95436,17977;50986,252927;186,475177;70036,348177;146236,49727;95436,17977" o:connectangles="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3634330</wp:posOffset>
                      </wp:positionH>
                      <wp:positionV relativeFrom="paragraph">
                        <wp:posOffset>3009900</wp:posOffset>
                      </wp:positionV>
                      <wp:extent cx="311568" cy="831336"/>
                      <wp:effectExtent l="0" t="0" r="12700" b="26035"/>
                      <wp:wrapNone/>
                      <wp:docPr id="165" name="Freeform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568" cy="831336"/>
                              </a:xfrm>
                              <a:custGeom>
                                <a:avLst/>
                                <a:gdLst>
                                  <a:gd name="connsiteX0" fmla="*/ 22635 w 311568"/>
                                  <a:gd name="connsiteY0" fmla="*/ 89535 h 831336"/>
                                  <a:gd name="connsiteX1" fmla="*/ 187735 w 311568"/>
                                  <a:gd name="connsiteY1" fmla="*/ 216535 h 831336"/>
                                  <a:gd name="connsiteX2" fmla="*/ 257585 w 311568"/>
                                  <a:gd name="connsiteY2" fmla="*/ 489585 h 831336"/>
                                  <a:gd name="connsiteX3" fmla="*/ 219485 w 311568"/>
                                  <a:gd name="connsiteY3" fmla="*/ 807085 h 831336"/>
                                  <a:gd name="connsiteX4" fmla="*/ 251235 w 311568"/>
                                  <a:gd name="connsiteY4" fmla="*/ 800735 h 831336"/>
                                  <a:gd name="connsiteX5" fmla="*/ 302035 w 311568"/>
                                  <a:gd name="connsiteY5" fmla="*/ 730885 h 831336"/>
                                  <a:gd name="connsiteX6" fmla="*/ 282985 w 311568"/>
                                  <a:gd name="connsiteY6" fmla="*/ 267335 h 831336"/>
                                  <a:gd name="connsiteX7" fmla="*/ 28985 w 311568"/>
                                  <a:gd name="connsiteY7" fmla="*/ 6985 h 831336"/>
                                  <a:gd name="connsiteX8" fmla="*/ 22635 w 311568"/>
                                  <a:gd name="connsiteY8" fmla="*/ 89535 h 8313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311568" h="831336">
                                    <a:moveTo>
                                      <a:pt x="22635" y="89535"/>
                                    </a:moveTo>
                                    <a:cubicBezTo>
                                      <a:pt x="49093" y="124460"/>
                                      <a:pt x="148577" y="149860"/>
                                      <a:pt x="187735" y="216535"/>
                                    </a:cubicBezTo>
                                    <a:cubicBezTo>
                                      <a:pt x="226893" y="283210"/>
                                      <a:pt x="252293" y="391160"/>
                                      <a:pt x="257585" y="489585"/>
                                    </a:cubicBezTo>
                                    <a:cubicBezTo>
                                      <a:pt x="262877" y="588010"/>
                                      <a:pt x="220543" y="755227"/>
                                      <a:pt x="219485" y="807085"/>
                                    </a:cubicBezTo>
                                    <a:cubicBezTo>
                                      <a:pt x="218427" y="858943"/>
                                      <a:pt x="237477" y="813435"/>
                                      <a:pt x="251235" y="800735"/>
                                    </a:cubicBezTo>
                                    <a:cubicBezTo>
                                      <a:pt x="264993" y="788035"/>
                                      <a:pt x="296743" y="819785"/>
                                      <a:pt x="302035" y="730885"/>
                                    </a:cubicBezTo>
                                    <a:cubicBezTo>
                                      <a:pt x="307327" y="641985"/>
                                      <a:pt x="328493" y="387985"/>
                                      <a:pt x="282985" y="267335"/>
                                    </a:cubicBezTo>
                                    <a:cubicBezTo>
                                      <a:pt x="237477" y="146685"/>
                                      <a:pt x="71318" y="37677"/>
                                      <a:pt x="28985" y="6985"/>
                                    </a:cubicBezTo>
                                    <a:cubicBezTo>
                                      <a:pt x="-13348" y="-23707"/>
                                      <a:pt x="-3823" y="54610"/>
                                      <a:pt x="22635" y="8953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65" o:spid="_x0000_s1026" style="position:absolute;margin-left:286.15pt;margin-top:237pt;width:24.55pt;height:65.4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1568,831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" path="m22635,89535v26458,34925,125942,60325,165100,127000c226893,283210,252293,391160,257585,489585v5292,98425,-37042,265642,-38100,317500c218427,858943,237477,813435,251235,800735v13758,-12700,45508,19050,50800,-69850c307327,641985,328493,387985,282985,267335,237477,146685,71318,37677,28985,6985,-13348,-23707,-3823,54610,22635,89535xe" fillcolor="#0d0d0d [3069]" strokecolor="#0d0d0d [3069]" strokeweight="1pt">
                      <v:stroke joinstyle="miter"/>
                      <v:path arrowok="t" o:connecttype="custom" o:connectlocs="22635,89535;187735,216535;257585,489585;219485,807085;251235,800735;302035,730885;282985,267335;28985,6985;22635,89535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3631108</wp:posOffset>
                      </wp:positionH>
                      <wp:positionV relativeFrom="paragraph">
                        <wp:posOffset>3290109</wp:posOffset>
                      </wp:positionV>
                      <wp:extent cx="167633" cy="1108218"/>
                      <wp:effectExtent l="0" t="0" r="23495" b="15875"/>
                      <wp:wrapNone/>
                      <wp:docPr id="164" name="Freeform 1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7633" cy="1108218"/>
                              </a:xfrm>
                              <a:custGeom>
                                <a:avLst/>
                                <a:gdLst>
                                  <a:gd name="connsiteX0" fmla="*/ 490 w 159604"/>
                                  <a:gd name="connsiteY0" fmla="*/ 4389 h 1133229"/>
                                  <a:gd name="connsiteX1" fmla="*/ 108440 w 159604"/>
                                  <a:gd name="connsiteY1" fmla="*/ 144089 h 1133229"/>
                                  <a:gd name="connsiteX2" fmla="*/ 76690 w 159604"/>
                                  <a:gd name="connsiteY2" fmla="*/ 588589 h 1133229"/>
                                  <a:gd name="connsiteX3" fmla="*/ 19540 w 159604"/>
                                  <a:gd name="connsiteY3" fmla="*/ 1064839 h 1133229"/>
                                  <a:gd name="connsiteX4" fmla="*/ 63990 w 159604"/>
                                  <a:gd name="connsiteY4" fmla="*/ 1045789 h 1133229"/>
                                  <a:gd name="connsiteX5" fmla="*/ 159240 w 159604"/>
                                  <a:gd name="connsiteY5" fmla="*/ 277439 h 1133229"/>
                                  <a:gd name="connsiteX6" fmla="*/ 490 w 159604"/>
                                  <a:gd name="connsiteY6" fmla="*/ 4389 h 1133229"/>
                                  <a:gd name="connsiteX0" fmla="*/ 404 w 159518"/>
                                  <a:gd name="connsiteY0" fmla="*/ 1939 h 1130779"/>
                                  <a:gd name="connsiteX1" fmla="*/ 112463 w 159518"/>
                                  <a:gd name="connsiteY1" fmla="*/ 175411 h 1130779"/>
                                  <a:gd name="connsiteX2" fmla="*/ 76604 w 159518"/>
                                  <a:gd name="connsiteY2" fmla="*/ 586139 h 1130779"/>
                                  <a:gd name="connsiteX3" fmla="*/ 19454 w 159518"/>
                                  <a:gd name="connsiteY3" fmla="*/ 1062389 h 1130779"/>
                                  <a:gd name="connsiteX4" fmla="*/ 63904 w 159518"/>
                                  <a:gd name="connsiteY4" fmla="*/ 1043339 h 1130779"/>
                                  <a:gd name="connsiteX5" fmla="*/ 159154 w 159518"/>
                                  <a:gd name="connsiteY5" fmla="*/ 274989 h 1130779"/>
                                  <a:gd name="connsiteX6" fmla="*/ 404 w 159518"/>
                                  <a:gd name="connsiteY6" fmla="*/ 1939 h 1130779"/>
                                  <a:gd name="connsiteX0" fmla="*/ 1 w 114903"/>
                                  <a:gd name="connsiteY0" fmla="*/ 18781 h 1147621"/>
                                  <a:gd name="connsiteX1" fmla="*/ 112060 w 114903"/>
                                  <a:gd name="connsiteY1" fmla="*/ 192253 h 1147621"/>
                                  <a:gd name="connsiteX2" fmla="*/ 76201 w 114903"/>
                                  <a:gd name="connsiteY2" fmla="*/ 602981 h 1147621"/>
                                  <a:gd name="connsiteX3" fmla="*/ 19051 w 114903"/>
                                  <a:gd name="connsiteY3" fmla="*/ 1079231 h 1147621"/>
                                  <a:gd name="connsiteX4" fmla="*/ 63501 w 114903"/>
                                  <a:gd name="connsiteY4" fmla="*/ 1060181 h 1147621"/>
                                  <a:gd name="connsiteX5" fmla="*/ 112086 w 114903"/>
                                  <a:gd name="connsiteY5" fmla="*/ 126662 h 1147621"/>
                                  <a:gd name="connsiteX6" fmla="*/ 1 w 114903"/>
                                  <a:gd name="connsiteY6" fmla="*/ 18781 h 1147621"/>
                                  <a:gd name="connsiteX0" fmla="*/ 1 w 117309"/>
                                  <a:gd name="connsiteY0" fmla="*/ 18781 h 1126370"/>
                                  <a:gd name="connsiteX1" fmla="*/ 112060 w 117309"/>
                                  <a:gd name="connsiteY1" fmla="*/ 192253 h 1126370"/>
                                  <a:gd name="connsiteX2" fmla="*/ 76201 w 117309"/>
                                  <a:gd name="connsiteY2" fmla="*/ 602981 h 1126370"/>
                                  <a:gd name="connsiteX3" fmla="*/ 19051 w 117309"/>
                                  <a:gd name="connsiteY3" fmla="*/ 1079231 h 1126370"/>
                                  <a:gd name="connsiteX4" fmla="*/ 63501 w 117309"/>
                                  <a:gd name="connsiteY4" fmla="*/ 1060181 h 1126370"/>
                                  <a:gd name="connsiteX5" fmla="*/ 95250 w 117309"/>
                                  <a:gd name="connsiteY5" fmla="*/ 647700 h 1126370"/>
                                  <a:gd name="connsiteX6" fmla="*/ 112086 w 117309"/>
                                  <a:gd name="connsiteY6" fmla="*/ 126662 h 1126370"/>
                                  <a:gd name="connsiteX7" fmla="*/ 1 w 117309"/>
                                  <a:gd name="connsiteY7" fmla="*/ 18781 h 1126370"/>
                                  <a:gd name="connsiteX0" fmla="*/ 1 w 125069"/>
                                  <a:gd name="connsiteY0" fmla="*/ 3101 h 1110690"/>
                                  <a:gd name="connsiteX1" fmla="*/ 112060 w 125069"/>
                                  <a:gd name="connsiteY1" fmla="*/ 176573 h 1110690"/>
                                  <a:gd name="connsiteX2" fmla="*/ 76201 w 125069"/>
                                  <a:gd name="connsiteY2" fmla="*/ 587301 h 1110690"/>
                                  <a:gd name="connsiteX3" fmla="*/ 19051 w 125069"/>
                                  <a:gd name="connsiteY3" fmla="*/ 1063551 h 1110690"/>
                                  <a:gd name="connsiteX4" fmla="*/ 63501 w 125069"/>
                                  <a:gd name="connsiteY4" fmla="*/ 1044501 h 1110690"/>
                                  <a:gd name="connsiteX5" fmla="*/ 117309 w 125069"/>
                                  <a:gd name="connsiteY5" fmla="*/ 632316 h 1110690"/>
                                  <a:gd name="connsiteX6" fmla="*/ 112086 w 125069"/>
                                  <a:gd name="connsiteY6" fmla="*/ 110982 h 1110690"/>
                                  <a:gd name="connsiteX7" fmla="*/ 1 w 125069"/>
                                  <a:gd name="connsiteY7" fmla="*/ 3101 h 1110690"/>
                                  <a:gd name="connsiteX0" fmla="*/ 1 w 125069"/>
                                  <a:gd name="connsiteY0" fmla="*/ 7152 h 1114741"/>
                                  <a:gd name="connsiteX1" fmla="*/ 112945 w 125069"/>
                                  <a:gd name="connsiteY1" fmla="*/ 244128 h 1114741"/>
                                  <a:gd name="connsiteX2" fmla="*/ 76201 w 125069"/>
                                  <a:gd name="connsiteY2" fmla="*/ 591352 h 1114741"/>
                                  <a:gd name="connsiteX3" fmla="*/ 19051 w 125069"/>
                                  <a:gd name="connsiteY3" fmla="*/ 1067602 h 1114741"/>
                                  <a:gd name="connsiteX4" fmla="*/ 63501 w 125069"/>
                                  <a:gd name="connsiteY4" fmla="*/ 1048552 h 1114741"/>
                                  <a:gd name="connsiteX5" fmla="*/ 117309 w 125069"/>
                                  <a:gd name="connsiteY5" fmla="*/ 636367 h 1114741"/>
                                  <a:gd name="connsiteX6" fmla="*/ 112086 w 125069"/>
                                  <a:gd name="connsiteY6" fmla="*/ 115033 h 1114741"/>
                                  <a:gd name="connsiteX7" fmla="*/ 1 w 125069"/>
                                  <a:gd name="connsiteY7" fmla="*/ 7152 h 1114741"/>
                                  <a:gd name="connsiteX0" fmla="*/ 458 w 167633"/>
                                  <a:gd name="connsiteY0" fmla="*/ 629 h 1108218"/>
                                  <a:gd name="connsiteX1" fmla="*/ 113402 w 167633"/>
                                  <a:gd name="connsiteY1" fmla="*/ 237605 h 1108218"/>
                                  <a:gd name="connsiteX2" fmla="*/ 76658 w 167633"/>
                                  <a:gd name="connsiteY2" fmla="*/ 584829 h 1108218"/>
                                  <a:gd name="connsiteX3" fmla="*/ 19508 w 167633"/>
                                  <a:gd name="connsiteY3" fmla="*/ 1061079 h 1108218"/>
                                  <a:gd name="connsiteX4" fmla="*/ 63958 w 167633"/>
                                  <a:gd name="connsiteY4" fmla="*/ 1042029 h 1108218"/>
                                  <a:gd name="connsiteX5" fmla="*/ 117766 w 167633"/>
                                  <a:gd name="connsiteY5" fmla="*/ 629844 h 1108218"/>
                                  <a:gd name="connsiteX6" fmla="*/ 163591 w 167633"/>
                                  <a:gd name="connsiteY6" fmla="*/ 184031 h 1108218"/>
                                  <a:gd name="connsiteX7" fmla="*/ 458 w 167633"/>
                                  <a:gd name="connsiteY7" fmla="*/ 629 h 11082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67633" h="1108218">
                                    <a:moveTo>
                                      <a:pt x="458" y="629"/>
                                    </a:moveTo>
                                    <a:cubicBezTo>
                                      <a:pt x="-7907" y="9558"/>
                                      <a:pt x="100702" y="140238"/>
                                      <a:pt x="113402" y="237605"/>
                                    </a:cubicBezTo>
                                    <a:cubicBezTo>
                                      <a:pt x="126102" y="334972"/>
                                      <a:pt x="92307" y="447583"/>
                                      <a:pt x="76658" y="584829"/>
                                    </a:cubicBezTo>
                                    <a:cubicBezTo>
                                      <a:pt x="61009" y="722075"/>
                                      <a:pt x="21625" y="984879"/>
                                      <a:pt x="19508" y="1061079"/>
                                    </a:cubicBezTo>
                                    <a:cubicBezTo>
                                      <a:pt x="17391" y="1137279"/>
                                      <a:pt x="51258" y="1113951"/>
                                      <a:pt x="63958" y="1042029"/>
                                    </a:cubicBezTo>
                                    <a:cubicBezTo>
                                      <a:pt x="76658" y="970107"/>
                                      <a:pt x="109669" y="785431"/>
                                      <a:pt x="117766" y="629844"/>
                                    </a:cubicBezTo>
                                    <a:cubicBezTo>
                                      <a:pt x="125864" y="474258"/>
                                      <a:pt x="183142" y="288900"/>
                                      <a:pt x="163591" y="184031"/>
                                    </a:cubicBezTo>
                                    <a:cubicBezTo>
                                      <a:pt x="144040" y="79162"/>
                                      <a:pt x="8823" y="-8300"/>
                                      <a:pt x="458" y="629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164" o:spid="_x0000_s1026" style="position:absolute;margin-left:285.9pt;margin-top:259.05pt;width:13.2pt;height:87.2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67633,1108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" path="m458,629c-7907,9558,100702,140238,113402,237605,126102,334972,92307,447583,76658,584829,61009,722075,21625,984879,19508,1061079v-2117,76200,31750,52872,44450,-19050c76658,970107,109669,785431,117766,629844v8098,-155586,65376,-340944,45825,-445813c144040,79162,8823,-8300,458,629xe" fillcolor="#0d0d0d [3069]" strokecolor="#0d0d0d [3069]" strokeweight="1pt">
                      <v:stroke joinstyle="miter"/>
                      <v:path arrowok="t" o:connecttype="custom" o:connectlocs="458,629;113402,237605;76658,584829;19508,1061079;63958,1042029;117766,629844;163591,184031;458,629" o:connectangles="0,0,0,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2880995</wp:posOffset>
                      </wp:positionH>
                      <wp:positionV relativeFrom="paragraph">
                        <wp:posOffset>3791585</wp:posOffset>
                      </wp:positionV>
                      <wp:extent cx="106045" cy="133350"/>
                      <wp:effectExtent l="11430" t="9525" r="6350" b="9525"/>
                      <wp:wrapNone/>
                      <wp:docPr id="148" name="Freeform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6045" cy="133350"/>
                              </a:xfrm>
                              <a:custGeom>
                                <a:avLst/>
                                <a:gdLst>
                                  <a:gd name="T0" fmla="*/ 138 w 167"/>
                                  <a:gd name="T1" fmla="*/ 210 h 210"/>
                                  <a:gd name="T2" fmla="*/ 72 w 167"/>
                                  <a:gd name="T3" fmla="*/ 60 h 210"/>
                                  <a:gd name="T4" fmla="*/ 72 w 167"/>
                                  <a:gd name="T5" fmla="*/ 18 h 210"/>
                                  <a:gd name="T6" fmla="*/ 0 w 167"/>
                                  <a:gd name="T7" fmla="*/ 0 h 2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67" h="210">
                                    <a:moveTo>
                                      <a:pt x="138" y="210"/>
                                    </a:moveTo>
                                    <a:cubicBezTo>
                                      <a:pt x="167" y="167"/>
                                      <a:pt x="97" y="98"/>
                                      <a:pt x="72" y="60"/>
                                    </a:cubicBezTo>
                                    <a:cubicBezTo>
                                      <a:pt x="64" y="48"/>
                                      <a:pt x="86" y="23"/>
                                      <a:pt x="72" y="18"/>
                                    </a:cubicBezTo>
                                    <a:cubicBezTo>
                                      <a:pt x="49" y="10"/>
                                      <a:pt x="25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2" o:spid="_x0000_s1026" style="position:absolute;margin-left:226.85pt;margin-top:298.55pt;width:8.35pt;height:10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7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" path="m138,210c167,167,97,98,72,60,64,48,86,23,72,18,49,10,25,,,e" filled="f" strokecolor="red">
                      <v:path arrowok="t" o:connecttype="custom" o:connectlocs="87630,133350;45720,38100;45720,11430;0,0" o:connectangles="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3021965</wp:posOffset>
                      </wp:positionH>
                      <wp:positionV relativeFrom="paragraph">
                        <wp:posOffset>3928745</wp:posOffset>
                      </wp:positionV>
                      <wp:extent cx="68580" cy="91440"/>
                      <wp:effectExtent l="9525" t="13335" r="7620" b="9525"/>
                      <wp:wrapNone/>
                      <wp:docPr id="147" name="Freeform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580" cy="91440"/>
                              </a:xfrm>
                              <a:custGeom>
                                <a:avLst/>
                                <a:gdLst>
                                  <a:gd name="T0" fmla="*/ 0 w 108"/>
                                  <a:gd name="T1" fmla="*/ 0 h 144"/>
                                  <a:gd name="T2" fmla="*/ 60 w 108"/>
                                  <a:gd name="T3" fmla="*/ 84 h 144"/>
                                  <a:gd name="T4" fmla="*/ 108 w 108"/>
                                  <a:gd name="T5" fmla="*/ 144 h 1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08" h="144">
                                    <a:moveTo>
                                      <a:pt x="0" y="0"/>
                                    </a:moveTo>
                                    <a:cubicBezTo>
                                      <a:pt x="11" y="34"/>
                                      <a:pt x="30" y="64"/>
                                      <a:pt x="60" y="84"/>
                                    </a:cubicBezTo>
                                    <a:cubicBezTo>
                                      <a:pt x="67" y="105"/>
                                      <a:pt x="91" y="127"/>
                                      <a:pt x="108" y="14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3" o:spid="_x0000_s1026" style="position:absolute;margin-left:237.95pt;margin-top:309.35pt;width:5.4pt;height:7.2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,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" path="m,c11,34,30,64,60,84v7,21,31,43,48,60e" filled="f" strokecolor="red">
                      <v:path arrowok="t" o:connecttype="custom" o:connectlocs="0,0;38100,53340;68580,91440" o:connectangles="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3002915</wp:posOffset>
                      </wp:positionH>
                      <wp:positionV relativeFrom="paragraph">
                        <wp:posOffset>3673475</wp:posOffset>
                      </wp:positionV>
                      <wp:extent cx="114300" cy="121920"/>
                      <wp:effectExtent l="9525" t="5715" r="9525" b="5715"/>
                      <wp:wrapNone/>
                      <wp:docPr id="146" name="Freeform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21920"/>
                              </a:xfrm>
                              <a:custGeom>
                                <a:avLst/>
                                <a:gdLst>
                                  <a:gd name="T0" fmla="*/ 0 w 180"/>
                                  <a:gd name="T1" fmla="*/ 0 h 192"/>
                                  <a:gd name="T2" fmla="*/ 66 w 180"/>
                                  <a:gd name="T3" fmla="*/ 48 h 192"/>
                                  <a:gd name="T4" fmla="*/ 126 w 180"/>
                                  <a:gd name="T5" fmla="*/ 90 h 192"/>
                                  <a:gd name="T6" fmla="*/ 162 w 180"/>
                                  <a:gd name="T7" fmla="*/ 144 h 192"/>
                                  <a:gd name="T8" fmla="*/ 168 w 180"/>
                                  <a:gd name="T9" fmla="*/ 168 h 192"/>
                                  <a:gd name="T10" fmla="*/ 180 w 180"/>
                                  <a:gd name="T11" fmla="*/ 192 h 19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0" h="192">
                                    <a:moveTo>
                                      <a:pt x="0" y="0"/>
                                    </a:moveTo>
                                    <a:cubicBezTo>
                                      <a:pt x="21" y="21"/>
                                      <a:pt x="43" y="31"/>
                                      <a:pt x="66" y="48"/>
                                    </a:cubicBezTo>
                                    <a:cubicBezTo>
                                      <a:pt x="88" y="64"/>
                                      <a:pt x="99" y="81"/>
                                      <a:pt x="126" y="90"/>
                                    </a:cubicBezTo>
                                    <a:cubicBezTo>
                                      <a:pt x="140" y="111"/>
                                      <a:pt x="144" y="126"/>
                                      <a:pt x="162" y="144"/>
                                    </a:cubicBezTo>
                                    <a:cubicBezTo>
                                      <a:pt x="164" y="152"/>
                                      <a:pt x="165" y="160"/>
                                      <a:pt x="168" y="168"/>
                                    </a:cubicBezTo>
                                    <a:cubicBezTo>
                                      <a:pt x="171" y="176"/>
                                      <a:pt x="180" y="192"/>
                                      <a:pt x="180" y="192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1" o:spid="_x0000_s1026" style="position:absolute;margin-left:236.45pt;margin-top:289.25pt;width:9pt;height:9.6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,1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" path="m,c21,21,43,31,66,48v22,16,33,33,60,42c140,111,144,126,162,144v2,8,3,16,6,24c171,176,180,192,180,192e" filled="f" strokecolor="red">
                      <v:path arrowok="t" o:connecttype="custom" o:connectlocs="0,0;41910,30480;80010,57150;102870,91440;106680,106680;114300,121920" o:connectangles="0,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2953385</wp:posOffset>
                      </wp:positionH>
                      <wp:positionV relativeFrom="paragraph">
                        <wp:posOffset>3322955</wp:posOffset>
                      </wp:positionV>
                      <wp:extent cx="114300" cy="152400"/>
                      <wp:effectExtent l="7620" t="7620" r="11430" b="11430"/>
                      <wp:wrapNone/>
                      <wp:docPr id="145" name="Freeform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152400"/>
                              </a:xfrm>
                              <a:custGeom>
                                <a:avLst/>
                                <a:gdLst>
                                  <a:gd name="T0" fmla="*/ 0 w 180"/>
                                  <a:gd name="T1" fmla="*/ 0 h 240"/>
                                  <a:gd name="T2" fmla="*/ 96 w 180"/>
                                  <a:gd name="T3" fmla="*/ 84 h 240"/>
                                  <a:gd name="T4" fmla="*/ 114 w 180"/>
                                  <a:gd name="T5" fmla="*/ 150 h 240"/>
                                  <a:gd name="T6" fmla="*/ 180 w 180"/>
                                  <a:gd name="T7" fmla="*/ 240 h 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80" h="240">
                                    <a:moveTo>
                                      <a:pt x="0" y="0"/>
                                    </a:moveTo>
                                    <a:cubicBezTo>
                                      <a:pt x="51" y="13"/>
                                      <a:pt x="53" y="63"/>
                                      <a:pt x="96" y="84"/>
                                    </a:cubicBezTo>
                                    <a:cubicBezTo>
                                      <a:pt x="103" y="106"/>
                                      <a:pt x="105" y="129"/>
                                      <a:pt x="114" y="150"/>
                                    </a:cubicBezTo>
                                    <a:cubicBezTo>
                                      <a:pt x="130" y="186"/>
                                      <a:pt x="163" y="207"/>
                                      <a:pt x="180" y="24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40" o:spid="_x0000_s1026" style="position:absolute;margin-left:232.55pt;margin-top:261.65pt;width:9pt;height:12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,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" path="m,c51,13,53,63,96,84v7,22,9,45,18,66c130,186,163,207,180,240e" filled="f" strokecolor="red">
                      <v:path arrowok="t" o:connecttype="custom" o:connectlocs="0,0;60960,53340;72390,95250;114300,152400" o:connectangles="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2962275</wp:posOffset>
                      </wp:positionH>
                      <wp:positionV relativeFrom="paragraph">
                        <wp:posOffset>3717290</wp:posOffset>
                      </wp:positionV>
                      <wp:extent cx="60325" cy="199390"/>
                      <wp:effectExtent l="6985" t="11430" r="8890" b="8255"/>
                      <wp:wrapNone/>
                      <wp:docPr id="144" name="Freeform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325" cy="199390"/>
                              </a:xfrm>
                              <a:custGeom>
                                <a:avLst/>
                                <a:gdLst>
                                  <a:gd name="T0" fmla="*/ 12 w 95"/>
                                  <a:gd name="T1" fmla="*/ 63 h 314"/>
                                  <a:gd name="T2" fmla="*/ 12 w 95"/>
                                  <a:gd name="T3" fmla="*/ 279 h 314"/>
                                  <a:gd name="T4" fmla="*/ 83 w 95"/>
                                  <a:gd name="T5" fmla="*/ 273 h 314"/>
                                  <a:gd name="T6" fmla="*/ 83 w 95"/>
                                  <a:gd name="T7" fmla="*/ 39 h 314"/>
                                  <a:gd name="T8" fmla="*/ 12 w 95"/>
                                  <a:gd name="T9" fmla="*/ 63 h 3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95" h="314">
                                    <a:moveTo>
                                      <a:pt x="12" y="63"/>
                                    </a:moveTo>
                                    <a:cubicBezTo>
                                      <a:pt x="0" y="103"/>
                                      <a:pt x="0" y="244"/>
                                      <a:pt x="12" y="279"/>
                                    </a:cubicBezTo>
                                    <a:cubicBezTo>
                                      <a:pt x="24" y="314"/>
                                      <a:pt x="71" y="313"/>
                                      <a:pt x="83" y="273"/>
                                    </a:cubicBezTo>
                                    <a:cubicBezTo>
                                      <a:pt x="95" y="233"/>
                                      <a:pt x="95" y="78"/>
                                      <a:pt x="83" y="39"/>
                                    </a:cubicBezTo>
                                    <a:cubicBezTo>
                                      <a:pt x="71" y="0"/>
                                      <a:pt x="24" y="23"/>
                                      <a:pt x="12" y="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9" o:spid="_x0000_s1026" style="position:absolute;margin-left:233.25pt;margin-top:292.7pt;width:4.75pt;height:15.7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3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" path="m12,63c,103,,244,12,279v12,35,59,34,71,-6c95,233,95,78,83,39,71,,24,23,12,63xe" fillcolor="#0d0d0d [3069]" strokecolor="#0d0d0d [3069]">
                      <v:path arrowok="t" o:connecttype="custom" o:connectlocs="7620,40005;7620,177165;52705,173355;52705,24765;7620,40005" o:connectangles="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2911475</wp:posOffset>
                      </wp:positionH>
                      <wp:positionV relativeFrom="paragraph">
                        <wp:posOffset>3340100</wp:posOffset>
                      </wp:positionV>
                      <wp:extent cx="103505" cy="324485"/>
                      <wp:effectExtent l="13335" t="5715" r="6985" b="12700"/>
                      <wp:wrapNone/>
                      <wp:docPr id="143" name="Freeform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3505" cy="324485"/>
                              </a:xfrm>
                              <a:custGeom>
                                <a:avLst/>
                                <a:gdLst>
                                  <a:gd name="T0" fmla="*/ 7 w 163"/>
                                  <a:gd name="T1" fmla="*/ 63 h 511"/>
                                  <a:gd name="T2" fmla="*/ 48 w 163"/>
                                  <a:gd name="T3" fmla="*/ 447 h 511"/>
                                  <a:gd name="T4" fmla="*/ 156 w 163"/>
                                  <a:gd name="T5" fmla="*/ 447 h 511"/>
                                  <a:gd name="T6" fmla="*/ 92 w 163"/>
                                  <a:gd name="T7" fmla="*/ 69 h 511"/>
                                  <a:gd name="T8" fmla="*/ 7 w 163"/>
                                  <a:gd name="T9" fmla="*/ 63 h 51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63" h="511">
                                    <a:moveTo>
                                      <a:pt x="7" y="63"/>
                                    </a:moveTo>
                                    <a:cubicBezTo>
                                      <a:pt x="0" y="126"/>
                                      <a:pt x="23" y="383"/>
                                      <a:pt x="48" y="447"/>
                                    </a:cubicBezTo>
                                    <a:cubicBezTo>
                                      <a:pt x="73" y="511"/>
                                      <a:pt x="149" y="510"/>
                                      <a:pt x="156" y="447"/>
                                    </a:cubicBezTo>
                                    <a:cubicBezTo>
                                      <a:pt x="163" y="384"/>
                                      <a:pt x="117" y="133"/>
                                      <a:pt x="92" y="69"/>
                                    </a:cubicBezTo>
                                    <a:cubicBezTo>
                                      <a:pt x="67" y="5"/>
                                      <a:pt x="14" y="0"/>
                                      <a:pt x="7" y="6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8" o:spid="_x0000_s1026" style="position:absolute;margin-left:229.25pt;margin-top:263pt;width:8.15pt;height:25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3,5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" path="m7,63c,126,23,383,48,447v25,64,101,63,108,c163,384,117,133,92,69,67,5,14,,7,63xe" fillcolor="#0d0d0d [3069]" strokecolor="#0d0d0d [3069]">
                      <v:path arrowok="t" o:connecttype="custom" o:connectlocs="4445,40005;30480,283845;99060,283845;58420,43815;4445,40005" o:connectangles="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2752725</wp:posOffset>
                      </wp:positionH>
                      <wp:positionV relativeFrom="paragraph">
                        <wp:posOffset>3303905</wp:posOffset>
                      </wp:positionV>
                      <wp:extent cx="163195" cy="922020"/>
                      <wp:effectExtent l="6985" t="7620" r="10795" b="13335"/>
                      <wp:wrapNone/>
                      <wp:docPr id="142" name="Freeform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3195" cy="922020"/>
                              </a:xfrm>
                              <a:custGeom>
                                <a:avLst/>
                                <a:gdLst>
                                  <a:gd name="T0" fmla="*/ 184 w 257"/>
                                  <a:gd name="T1" fmla="*/ 0 h 1452"/>
                                  <a:gd name="T2" fmla="*/ 100 w 257"/>
                                  <a:gd name="T3" fmla="*/ 132 h 1452"/>
                                  <a:gd name="T4" fmla="*/ 5 w 257"/>
                                  <a:gd name="T5" fmla="*/ 378 h 1452"/>
                                  <a:gd name="T6" fmla="*/ 70 w 257"/>
                                  <a:gd name="T7" fmla="*/ 984 h 1452"/>
                                  <a:gd name="T8" fmla="*/ 82 w 257"/>
                                  <a:gd name="T9" fmla="*/ 1110 h 1452"/>
                                  <a:gd name="T10" fmla="*/ 136 w 257"/>
                                  <a:gd name="T11" fmla="*/ 1392 h 1452"/>
                                  <a:gd name="T12" fmla="*/ 166 w 257"/>
                                  <a:gd name="T13" fmla="*/ 1404 h 1452"/>
                                  <a:gd name="T14" fmla="*/ 166 w 257"/>
                                  <a:gd name="T15" fmla="*/ 1380 h 1452"/>
                                  <a:gd name="T16" fmla="*/ 130 w 257"/>
                                  <a:gd name="T17" fmla="*/ 972 h 1452"/>
                                  <a:gd name="T18" fmla="*/ 82 w 257"/>
                                  <a:gd name="T19" fmla="*/ 384 h 1452"/>
                                  <a:gd name="T20" fmla="*/ 236 w 257"/>
                                  <a:gd name="T21" fmla="*/ 120 h 1452"/>
                                  <a:gd name="T22" fmla="*/ 208 w 257"/>
                                  <a:gd name="T23" fmla="*/ 24 h 14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57" h="1452">
                                    <a:moveTo>
                                      <a:pt x="184" y="0"/>
                                    </a:moveTo>
                                    <a:cubicBezTo>
                                      <a:pt x="169" y="23"/>
                                      <a:pt x="130" y="69"/>
                                      <a:pt x="100" y="132"/>
                                    </a:cubicBezTo>
                                    <a:cubicBezTo>
                                      <a:pt x="70" y="195"/>
                                      <a:pt x="10" y="236"/>
                                      <a:pt x="5" y="378"/>
                                    </a:cubicBezTo>
                                    <a:cubicBezTo>
                                      <a:pt x="0" y="520"/>
                                      <a:pt x="57" y="862"/>
                                      <a:pt x="70" y="984"/>
                                    </a:cubicBezTo>
                                    <a:cubicBezTo>
                                      <a:pt x="83" y="1106"/>
                                      <a:pt x="71" y="1042"/>
                                      <a:pt x="82" y="1110"/>
                                    </a:cubicBezTo>
                                    <a:cubicBezTo>
                                      <a:pt x="93" y="1178"/>
                                      <a:pt x="122" y="1343"/>
                                      <a:pt x="136" y="1392"/>
                                    </a:cubicBezTo>
                                    <a:cubicBezTo>
                                      <a:pt x="150" y="1441"/>
                                      <a:pt x="161" y="1406"/>
                                      <a:pt x="166" y="1404"/>
                                    </a:cubicBezTo>
                                    <a:cubicBezTo>
                                      <a:pt x="171" y="1402"/>
                                      <a:pt x="172" y="1452"/>
                                      <a:pt x="166" y="1380"/>
                                    </a:cubicBezTo>
                                    <a:cubicBezTo>
                                      <a:pt x="160" y="1308"/>
                                      <a:pt x="144" y="1138"/>
                                      <a:pt x="130" y="972"/>
                                    </a:cubicBezTo>
                                    <a:cubicBezTo>
                                      <a:pt x="116" y="806"/>
                                      <a:pt x="64" y="526"/>
                                      <a:pt x="82" y="384"/>
                                    </a:cubicBezTo>
                                    <a:cubicBezTo>
                                      <a:pt x="100" y="242"/>
                                      <a:pt x="215" y="180"/>
                                      <a:pt x="236" y="120"/>
                                    </a:cubicBezTo>
                                    <a:cubicBezTo>
                                      <a:pt x="257" y="60"/>
                                      <a:pt x="214" y="44"/>
                                      <a:pt x="208" y="24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7" o:spid="_x0000_s1026" style="position:absolute;margin-left:216.75pt;margin-top:260.15pt;width:12.85pt;height:72.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7,14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" path="m184,c169,23,130,69,100,132,70,195,10,236,5,378,,520,57,862,70,984v13,122,1,58,12,126c93,1178,122,1343,136,1392v14,49,25,14,30,12c171,1402,172,1452,166,1380v-6,-72,-22,-242,-36,-408c116,806,64,526,82,384,100,242,215,180,236,120,257,60,214,44,208,24e" fillcolor="#0d0d0d [3069]" strokecolor="#0d0d0d [3069]">
                      <v:path arrowok="t" o:connecttype="custom" o:connectlocs="116840,0;63500,83820;3175,240030;44450,624840;52070,704850;86360,883920;105410,891540;105410,876300;82550,617220;52070,243840;149860,76200;132080,15240" o:connectangles="0,0,0,0,0,0,0,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2593975</wp:posOffset>
                      </wp:positionH>
                      <wp:positionV relativeFrom="paragraph">
                        <wp:posOffset>3021965</wp:posOffset>
                      </wp:positionV>
                      <wp:extent cx="308610" cy="1906905"/>
                      <wp:effectExtent l="10160" t="11430" r="5080" b="5715"/>
                      <wp:wrapNone/>
                      <wp:docPr id="141" name="Freeform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8610" cy="1906905"/>
                              </a:xfrm>
                              <a:custGeom>
                                <a:avLst/>
                                <a:gdLst>
                                  <a:gd name="T0" fmla="*/ 416 w 486"/>
                                  <a:gd name="T1" fmla="*/ 0 h 3003"/>
                                  <a:gd name="T2" fmla="*/ 134 w 486"/>
                                  <a:gd name="T3" fmla="*/ 300 h 3003"/>
                                  <a:gd name="T4" fmla="*/ 2 w 486"/>
                                  <a:gd name="T5" fmla="*/ 690 h 3003"/>
                                  <a:gd name="T6" fmla="*/ 147 w 486"/>
                                  <a:gd name="T7" fmla="*/ 1593 h 3003"/>
                                  <a:gd name="T8" fmla="*/ 392 w 486"/>
                                  <a:gd name="T9" fmla="*/ 2532 h 3003"/>
                                  <a:gd name="T10" fmla="*/ 344 w 486"/>
                                  <a:gd name="T11" fmla="*/ 2940 h 3003"/>
                                  <a:gd name="T12" fmla="*/ 404 w 486"/>
                                  <a:gd name="T13" fmla="*/ 2910 h 3003"/>
                                  <a:gd name="T14" fmla="*/ 464 w 486"/>
                                  <a:gd name="T15" fmla="*/ 2586 h 3003"/>
                                  <a:gd name="T16" fmla="*/ 272 w 486"/>
                                  <a:gd name="T17" fmla="*/ 1830 h 3003"/>
                                  <a:gd name="T18" fmla="*/ 86 w 486"/>
                                  <a:gd name="T19" fmla="*/ 732 h 3003"/>
                                  <a:gd name="T20" fmla="*/ 188 w 486"/>
                                  <a:gd name="T21" fmla="*/ 342 h 3003"/>
                                  <a:gd name="T22" fmla="*/ 340 w 486"/>
                                  <a:gd name="T23" fmla="*/ 164 h 3003"/>
                                  <a:gd name="T24" fmla="*/ 362 w 486"/>
                                  <a:gd name="T25" fmla="*/ 57 h 300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486" h="3003">
                                    <a:moveTo>
                                      <a:pt x="416" y="0"/>
                                    </a:moveTo>
                                    <a:cubicBezTo>
                                      <a:pt x="369" y="50"/>
                                      <a:pt x="203" y="185"/>
                                      <a:pt x="134" y="300"/>
                                    </a:cubicBezTo>
                                    <a:cubicBezTo>
                                      <a:pt x="65" y="415"/>
                                      <a:pt x="0" y="475"/>
                                      <a:pt x="2" y="690"/>
                                    </a:cubicBezTo>
                                    <a:cubicBezTo>
                                      <a:pt x="4" y="905"/>
                                      <a:pt x="82" y="1286"/>
                                      <a:pt x="147" y="1593"/>
                                    </a:cubicBezTo>
                                    <a:cubicBezTo>
                                      <a:pt x="212" y="1900"/>
                                      <a:pt x="359" y="2308"/>
                                      <a:pt x="392" y="2532"/>
                                    </a:cubicBezTo>
                                    <a:cubicBezTo>
                                      <a:pt x="425" y="2756"/>
                                      <a:pt x="342" y="2877"/>
                                      <a:pt x="344" y="2940"/>
                                    </a:cubicBezTo>
                                    <a:cubicBezTo>
                                      <a:pt x="346" y="3003"/>
                                      <a:pt x="384" y="2969"/>
                                      <a:pt x="404" y="2910"/>
                                    </a:cubicBezTo>
                                    <a:cubicBezTo>
                                      <a:pt x="424" y="2851"/>
                                      <a:pt x="486" y="2766"/>
                                      <a:pt x="464" y="2586"/>
                                    </a:cubicBezTo>
                                    <a:cubicBezTo>
                                      <a:pt x="442" y="2406"/>
                                      <a:pt x="335" y="2139"/>
                                      <a:pt x="272" y="1830"/>
                                    </a:cubicBezTo>
                                    <a:cubicBezTo>
                                      <a:pt x="209" y="1521"/>
                                      <a:pt x="100" y="980"/>
                                      <a:pt x="86" y="732"/>
                                    </a:cubicBezTo>
                                    <a:cubicBezTo>
                                      <a:pt x="72" y="484"/>
                                      <a:pt x="146" y="437"/>
                                      <a:pt x="188" y="342"/>
                                    </a:cubicBezTo>
                                    <a:cubicBezTo>
                                      <a:pt x="230" y="247"/>
                                      <a:pt x="311" y="211"/>
                                      <a:pt x="340" y="164"/>
                                    </a:cubicBezTo>
                                    <a:cubicBezTo>
                                      <a:pt x="369" y="117"/>
                                      <a:pt x="371" y="55"/>
                                      <a:pt x="362" y="57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6" o:spid="_x0000_s1026" style="position:absolute;margin-left:204.25pt;margin-top:237.95pt;width:24.3pt;height:150.1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30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" path="m416,c369,50,203,185,134,300,65,415,,475,2,690v2,215,80,596,145,903c212,1900,359,2308,392,2532v33,224,-50,345,-48,408c346,3003,384,2969,404,2910v20,-59,82,-144,60,-324c442,2406,335,2139,272,1830,209,1521,100,980,86,732,72,484,146,437,188,342,230,247,311,211,340,164,369,117,371,55,362,57e" fillcolor="#0d0d0d [3069]" strokecolor="#0d0d0d [3069]">
                      <v:path arrowok="t" o:connecttype="custom" o:connectlocs="264160,0;85090,190500;1270,438150;93345,1011555;248920,1607820;218440,1866900;256540,1847850;294640,1642110;172720,1162050;54610,464820;119380,217170;215900,104140;229870,36195" o:connectangles="0,0,0,0,0,0,0,0,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2755900</wp:posOffset>
                      </wp:positionH>
                      <wp:positionV relativeFrom="paragraph">
                        <wp:posOffset>906145</wp:posOffset>
                      </wp:positionV>
                      <wp:extent cx="137160" cy="343535"/>
                      <wp:effectExtent l="10160" t="10160" r="5080" b="8255"/>
                      <wp:wrapNone/>
                      <wp:docPr id="140" name="Freeform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7160" cy="343535"/>
                              </a:xfrm>
                              <a:custGeom>
                                <a:avLst/>
                                <a:gdLst>
                                  <a:gd name="T0" fmla="*/ 54 w 216"/>
                                  <a:gd name="T1" fmla="*/ 477 h 541"/>
                                  <a:gd name="T2" fmla="*/ 32 w 216"/>
                                  <a:gd name="T3" fmla="*/ 455 h 541"/>
                                  <a:gd name="T4" fmla="*/ 11 w 216"/>
                                  <a:gd name="T5" fmla="*/ 391 h 541"/>
                                  <a:gd name="T6" fmla="*/ 64 w 216"/>
                                  <a:gd name="T7" fmla="*/ 358 h 541"/>
                                  <a:gd name="T8" fmla="*/ 32 w 216"/>
                                  <a:gd name="T9" fmla="*/ 337 h 541"/>
                                  <a:gd name="T10" fmla="*/ 11 w 216"/>
                                  <a:gd name="T11" fmla="*/ 315 h 541"/>
                                  <a:gd name="T12" fmla="*/ 32 w 216"/>
                                  <a:gd name="T13" fmla="*/ 272 h 541"/>
                                  <a:gd name="T14" fmla="*/ 54 w 216"/>
                                  <a:gd name="T15" fmla="*/ 251 h 541"/>
                                  <a:gd name="T16" fmla="*/ 64 w 216"/>
                                  <a:gd name="T17" fmla="*/ 165 h 541"/>
                                  <a:gd name="T18" fmla="*/ 118 w 216"/>
                                  <a:gd name="T19" fmla="*/ 57 h 541"/>
                                  <a:gd name="T20" fmla="*/ 204 w 216"/>
                                  <a:gd name="T21" fmla="*/ 25 h 541"/>
                                  <a:gd name="T22" fmla="*/ 172 w 216"/>
                                  <a:gd name="T23" fmla="*/ 79 h 541"/>
                                  <a:gd name="T24" fmla="*/ 129 w 216"/>
                                  <a:gd name="T25" fmla="*/ 133 h 541"/>
                                  <a:gd name="T26" fmla="*/ 64 w 216"/>
                                  <a:gd name="T27" fmla="*/ 262 h 541"/>
                                  <a:gd name="T28" fmla="*/ 32 w 216"/>
                                  <a:gd name="T29" fmla="*/ 455 h 541"/>
                                  <a:gd name="T30" fmla="*/ 21 w 216"/>
                                  <a:gd name="T31" fmla="*/ 509 h 541"/>
                                  <a:gd name="T32" fmla="*/ 0 w 216"/>
                                  <a:gd name="T33" fmla="*/ 541 h 5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216" h="541">
                                    <a:moveTo>
                                      <a:pt x="54" y="477"/>
                                    </a:moveTo>
                                    <a:cubicBezTo>
                                      <a:pt x="47" y="470"/>
                                      <a:pt x="37" y="464"/>
                                      <a:pt x="32" y="455"/>
                                    </a:cubicBezTo>
                                    <a:cubicBezTo>
                                      <a:pt x="22" y="435"/>
                                      <a:pt x="11" y="391"/>
                                      <a:pt x="11" y="391"/>
                                    </a:cubicBezTo>
                                    <a:cubicBezTo>
                                      <a:pt x="15" y="390"/>
                                      <a:pt x="69" y="377"/>
                                      <a:pt x="64" y="358"/>
                                    </a:cubicBezTo>
                                    <a:cubicBezTo>
                                      <a:pt x="61" y="346"/>
                                      <a:pt x="42" y="345"/>
                                      <a:pt x="32" y="337"/>
                                    </a:cubicBezTo>
                                    <a:cubicBezTo>
                                      <a:pt x="24" y="331"/>
                                      <a:pt x="18" y="322"/>
                                      <a:pt x="11" y="315"/>
                                    </a:cubicBezTo>
                                    <a:cubicBezTo>
                                      <a:pt x="18" y="301"/>
                                      <a:pt x="23" y="285"/>
                                      <a:pt x="32" y="272"/>
                                    </a:cubicBezTo>
                                    <a:cubicBezTo>
                                      <a:pt x="38" y="264"/>
                                      <a:pt x="51" y="261"/>
                                      <a:pt x="54" y="251"/>
                                    </a:cubicBezTo>
                                    <a:cubicBezTo>
                                      <a:pt x="62" y="223"/>
                                      <a:pt x="58" y="193"/>
                                      <a:pt x="64" y="165"/>
                                    </a:cubicBezTo>
                                    <a:cubicBezTo>
                                      <a:pt x="77" y="103"/>
                                      <a:pt x="84" y="103"/>
                                      <a:pt x="118" y="57"/>
                                    </a:cubicBezTo>
                                    <a:cubicBezTo>
                                      <a:pt x="137" y="0"/>
                                      <a:pt x="150" y="11"/>
                                      <a:pt x="204" y="25"/>
                                    </a:cubicBezTo>
                                    <a:cubicBezTo>
                                      <a:pt x="173" y="115"/>
                                      <a:pt x="216" y="5"/>
                                      <a:pt x="172" y="79"/>
                                    </a:cubicBezTo>
                                    <a:cubicBezTo>
                                      <a:pt x="138" y="136"/>
                                      <a:pt x="192" y="90"/>
                                      <a:pt x="129" y="133"/>
                                    </a:cubicBezTo>
                                    <a:cubicBezTo>
                                      <a:pt x="101" y="174"/>
                                      <a:pt x="92" y="220"/>
                                      <a:pt x="64" y="262"/>
                                    </a:cubicBezTo>
                                    <a:cubicBezTo>
                                      <a:pt x="56" y="329"/>
                                      <a:pt x="43" y="389"/>
                                      <a:pt x="32" y="455"/>
                                    </a:cubicBezTo>
                                    <a:cubicBezTo>
                                      <a:pt x="29" y="473"/>
                                      <a:pt x="27" y="492"/>
                                      <a:pt x="21" y="509"/>
                                    </a:cubicBezTo>
                                    <a:cubicBezTo>
                                      <a:pt x="17" y="521"/>
                                      <a:pt x="0" y="541"/>
                                      <a:pt x="0" y="541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0" o:spid="_x0000_s1026" style="position:absolute;margin-left:217pt;margin-top:71.35pt;width:10.8pt;height:27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,5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" path="m54,477c47,470,37,464,32,455,22,435,11,391,11,391v4,-1,58,-14,53,-33c61,346,42,345,32,337,24,331,18,322,11,315v7,-14,12,-30,21,-43c38,264,51,261,54,251v8,-28,4,-58,10,-86c77,103,84,103,118,57,137,,150,11,204,25,173,115,216,5,172,79v-34,57,20,11,-43,54c101,174,92,220,64,262,56,329,43,389,32,455v-3,18,-5,37,-11,54c17,521,,541,,541e" fillcolor="#0d0d0d [3069]" strokecolor="#0d0d0d [3069]">
                      <v:path arrowok="t" o:connecttype="custom" o:connectlocs="34290,302895;20320,288925;6985,248285;40640,227330;20320,213995;6985,200025;20320,172720;34290,159385;40640,104775;74930,36195;129540,15875;109220,50165;81915,84455;40640,166370;20320,288925;13335,323215;0,343535" o:connectangles="0,0,0,0,0,0,0,0,0,0,0,0,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2668270</wp:posOffset>
                      </wp:positionH>
                      <wp:positionV relativeFrom="paragraph">
                        <wp:posOffset>1583690</wp:posOffset>
                      </wp:positionV>
                      <wp:extent cx="73660" cy="288925"/>
                      <wp:effectExtent l="8255" t="11430" r="13335" b="13970"/>
                      <wp:wrapNone/>
                      <wp:docPr id="139" name="Freeform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3660" cy="288925"/>
                              </a:xfrm>
                              <a:custGeom>
                                <a:avLst/>
                                <a:gdLst>
                                  <a:gd name="T0" fmla="*/ 61 w 116"/>
                                  <a:gd name="T1" fmla="*/ 7 h 455"/>
                                  <a:gd name="T2" fmla="*/ 104 w 116"/>
                                  <a:gd name="T3" fmla="*/ 297 h 455"/>
                                  <a:gd name="T4" fmla="*/ 104 w 116"/>
                                  <a:gd name="T5" fmla="*/ 426 h 455"/>
                                  <a:gd name="T6" fmla="*/ 29 w 116"/>
                                  <a:gd name="T7" fmla="*/ 125 h 455"/>
                                  <a:gd name="T8" fmla="*/ 61 w 116"/>
                                  <a:gd name="T9" fmla="*/ 7 h 4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16" h="455">
                                    <a:moveTo>
                                      <a:pt x="61" y="7"/>
                                    </a:moveTo>
                                    <a:cubicBezTo>
                                      <a:pt x="81" y="14"/>
                                      <a:pt x="97" y="227"/>
                                      <a:pt x="104" y="297"/>
                                    </a:cubicBezTo>
                                    <a:cubicBezTo>
                                      <a:pt x="111" y="367"/>
                                      <a:pt x="116" y="455"/>
                                      <a:pt x="104" y="426"/>
                                    </a:cubicBezTo>
                                    <a:cubicBezTo>
                                      <a:pt x="72" y="327"/>
                                      <a:pt x="46" y="227"/>
                                      <a:pt x="29" y="125"/>
                                    </a:cubicBezTo>
                                    <a:cubicBezTo>
                                      <a:pt x="41" y="0"/>
                                      <a:pt x="0" y="7"/>
                                      <a:pt x="61" y="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3" o:spid="_x0000_s1026" style="position:absolute;margin-left:210.1pt;margin-top:124.7pt;width:5.8pt;height:22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,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" path="m61,7v20,7,36,220,43,290c111,367,116,455,104,426,72,327,46,227,29,125,41,,,7,61,7xe" fillcolor="#0d0d0d [3069]" strokecolor="#0d0d0d [3069]">
                      <v:path arrowok="t" o:connecttype="custom" o:connectlocs="38735,4445;66040,188595;66040,270510;18415,79375;38735,4445" o:connectangles="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2764790</wp:posOffset>
                      </wp:positionH>
                      <wp:positionV relativeFrom="paragraph">
                        <wp:posOffset>1583690</wp:posOffset>
                      </wp:positionV>
                      <wp:extent cx="93345" cy="307340"/>
                      <wp:effectExtent l="9525" t="11430" r="11430" b="24130"/>
                      <wp:wrapNone/>
                      <wp:docPr id="138" name="Freeform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3345" cy="307340"/>
                              </a:xfrm>
                              <a:custGeom>
                                <a:avLst/>
                                <a:gdLst>
                                  <a:gd name="T0" fmla="*/ 39 w 147"/>
                                  <a:gd name="T1" fmla="*/ 33 h 484"/>
                                  <a:gd name="T2" fmla="*/ 28 w 147"/>
                                  <a:gd name="T3" fmla="*/ 151 h 484"/>
                                  <a:gd name="T4" fmla="*/ 50 w 147"/>
                                  <a:gd name="T5" fmla="*/ 248 h 484"/>
                                  <a:gd name="T6" fmla="*/ 28 w 147"/>
                                  <a:gd name="T7" fmla="*/ 323 h 484"/>
                                  <a:gd name="T8" fmla="*/ 71 w 147"/>
                                  <a:gd name="T9" fmla="*/ 398 h 484"/>
                                  <a:gd name="T10" fmla="*/ 104 w 147"/>
                                  <a:gd name="T11" fmla="*/ 484 h 484"/>
                                  <a:gd name="T12" fmla="*/ 82 w 147"/>
                                  <a:gd name="T13" fmla="*/ 312 h 484"/>
                                  <a:gd name="T14" fmla="*/ 50 w 147"/>
                                  <a:gd name="T15" fmla="*/ 87 h 484"/>
                                  <a:gd name="T16" fmla="*/ 39 w 147"/>
                                  <a:gd name="T17" fmla="*/ 33 h 4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47" h="484">
                                    <a:moveTo>
                                      <a:pt x="39" y="33"/>
                                    </a:moveTo>
                                    <a:cubicBezTo>
                                      <a:pt x="35" y="72"/>
                                      <a:pt x="41" y="114"/>
                                      <a:pt x="28" y="151"/>
                                    </a:cubicBezTo>
                                    <a:cubicBezTo>
                                      <a:pt x="22" y="170"/>
                                      <a:pt x="50" y="248"/>
                                      <a:pt x="50" y="248"/>
                                    </a:cubicBezTo>
                                    <a:cubicBezTo>
                                      <a:pt x="61" y="334"/>
                                      <a:pt x="0" y="281"/>
                                      <a:pt x="28" y="323"/>
                                    </a:cubicBezTo>
                                    <a:cubicBezTo>
                                      <a:pt x="32" y="370"/>
                                      <a:pt x="51" y="356"/>
                                      <a:pt x="71" y="398"/>
                                    </a:cubicBezTo>
                                    <a:cubicBezTo>
                                      <a:pt x="81" y="419"/>
                                      <a:pt x="104" y="484"/>
                                      <a:pt x="104" y="484"/>
                                    </a:cubicBezTo>
                                    <a:cubicBezTo>
                                      <a:pt x="147" y="419"/>
                                      <a:pt x="120" y="367"/>
                                      <a:pt x="82" y="312"/>
                                    </a:cubicBezTo>
                                    <a:cubicBezTo>
                                      <a:pt x="73" y="238"/>
                                      <a:pt x="74" y="158"/>
                                      <a:pt x="50" y="87"/>
                                    </a:cubicBezTo>
                                    <a:cubicBezTo>
                                      <a:pt x="38" y="18"/>
                                      <a:pt x="39" y="0"/>
                                      <a:pt x="39" y="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2" o:spid="_x0000_s1026" style="position:absolute;margin-left:217.7pt;margin-top:124.7pt;width:7.35pt;height:24.2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7,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" path="m39,33v-4,39,2,81,-11,118c22,170,50,248,50,248,61,334,,281,28,323v4,47,23,33,43,75c81,419,104,484,104,484,147,419,120,367,82,312,73,238,74,158,50,87,38,18,39,,39,33xe" fillcolor="#0d0d0d [3069]" strokecolor="#0d0d0d [3069]">
                      <v:path arrowok="t" o:connecttype="custom" o:connectlocs="24765,20955;17780,95885;31750,157480;17780,205105;45085,252730;66040,307340;52070,198120;31750,55245;24765,20955" o:connectangles="0,0,0,0,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2585085</wp:posOffset>
                      </wp:positionH>
                      <wp:positionV relativeFrom="paragraph">
                        <wp:posOffset>1317625</wp:posOffset>
                      </wp:positionV>
                      <wp:extent cx="102235" cy="136525"/>
                      <wp:effectExtent l="20320" t="12065" r="20320" b="22860"/>
                      <wp:wrapNone/>
                      <wp:docPr id="136" name="Free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2235" cy="136525"/>
                              </a:xfrm>
                              <a:custGeom>
                                <a:avLst/>
                                <a:gdLst>
                                  <a:gd name="T0" fmla="*/ 161 w 161"/>
                                  <a:gd name="T1" fmla="*/ 0 h 215"/>
                                  <a:gd name="T2" fmla="*/ 97 w 161"/>
                                  <a:gd name="T3" fmla="*/ 86 h 215"/>
                                  <a:gd name="T4" fmla="*/ 0 w 161"/>
                                  <a:gd name="T5" fmla="*/ 215 h 215"/>
                                  <a:gd name="T6" fmla="*/ 11 w 161"/>
                                  <a:gd name="T7" fmla="*/ 183 h 215"/>
                                  <a:gd name="T8" fmla="*/ 32 w 161"/>
                                  <a:gd name="T9" fmla="*/ 151 h 215"/>
                                  <a:gd name="T10" fmla="*/ 161 w 161"/>
                                  <a:gd name="T11" fmla="*/ 0 h 2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61" h="215">
                                    <a:moveTo>
                                      <a:pt x="161" y="0"/>
                                    </a:moveTo>
                                    <a:cubicBezTo>
                                      <a:pt x="119" y="29"/>
                                      <a:pt x="124" y="44"/>
                                      <a:pt x="97" y="86"/>
                                    </a:cubicBezTo>
                                    <a:cubicBezTo>
                                      <a:pt x="81" y="164"/>
                                      <a:pt x="60" y="176"/>
                                      <a:pt x="0" y="215"/>
                                    </a:cubicBezTo>
                                    <a:cubicBezTo>
                                      <a:pt x="4" y="204"/>
                                      <a:pt x="6" y="193"/>
                                      <a:pt x="11" y="183"/>
                                    </a:cubicBezTo>
                                    <a:cubicBezTo>
                                      <a:pt x="17" y="172"/>
                                      <a:pt x="27" y="163"/>
                                      <a:pt x="32" y="151"/>
                                    </a:cubicBezTo>
                                    <a:cubicBezTo>
                                      <a:pt x="60" y="85"/>
                                      <a:pt x="77" y="0"/>
                                      <a:pt x="16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1" o:spid="_x0000_s1026" style="position:absolute;margin-left:203.55pt;margin-top:103.75pt;width:8.05pt;height:10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1,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" path="m161,c119,29,124,44,97,86,81,164,60,176,,215,4,204,6,193,11,183v6,-11,16,-20,21,-32c60,85,77,,161,xe" fillcolor="#0d0d0d [3069]" strokecolor="#0d0d0d [3069]">
                      <v:path arrowok="t" o:connecttype="custom" o:connectlocs="102235,0;61595,54610;0,136525;6985,116205;20320,95885;102235,0" o:connectangles="0,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3635375</wp:posOffset>
                      </wp:positionH>
                      <wp:positionV relativeFrom="paragraph">
                        <wp:posOffset>1433830</wp:posOffset>
                      </wp:positionV>
                      <wp:extent cx="219075" cy="1556385"/>
                      <wp:effectExtent l="13335" t="13970" r="15240" b="10795"/>
                      <wp:wrapNone/>
                      <wp:docPr id="135" name="Freeform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9075" cy="1556385"/>
                              </a:xfrm>
                              <a:custGeom>
                                <a:avLst/>
                                <a:gdLst>
                                  <a:gd name="T0" fmla="*/ 345 w 345"/>
                                  <a:gd name="T1" fmla="*/ 0 h 2451"/>
                                  <a:gd name="T2" fmla="*/ 248 w 345"/>
                                  <a:gd name="T3" fmla="*/ 860 h 2451"/>
                                  <a:gd name="T4" fmla="*/ 76 w 345"/>
                                  <a:gd name="T5" fmla="*/ 1580 h 2451"/>
                                  <a:gd name="T6" fmla="*/ 11 w 345"/>
                                  <a:gd name="T7" fmla="*/ 2311 h 2451"/>
                                  <a:gd name="T8" fmla="*/ 11 w 345"/>
                                  <a:gd name="T9" fmla="*/ 2418 h 24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45" h="2451">
                                    <a:moveTo>
                                      <a:pt x="345" y="0"/>
                                    </a:moveTo>
                                    <a:cubicBezTo>
                                      <a:pt x="318" y="309"/>
                                      <a:pt x="293" y="597"/>
                                      <a:pt x="248" y="860"/>
                                    </a:cubicBezTo>
                                    <a:cubicBezTo>
                                      <a:pt x="203" y="1123"/>
                                      <a:pt x="115" y="1338"/>
                                      <a:pt x="76" y="1580"/>
                                    </a:cubicBezTo>
                                    <a:cubicBezTo>
                                      <a:pt x="37" y="1822"/>
                                      <a:pt x="22" y="2171"/>
                                      <a:pt x="11" y="2311"/>
                                    </a:cubicBezTo>
                                    <a:cubicBezTo>
                                      <a:pt x="0" y="2451"/>
                                      <a:pt x="4" y="2445"/>
                                      <a:pt x="11" y="2418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>
                                <a:solidFill>
                                  <a:srgbClr val="92D05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9" o:spid="_x0000_s1026" style="position:absolute;margin-left:286.25pt;margin-top:112.9pt;width:17.25pt;height:122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5,2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" path="m345,c318,309,293,597,248,860,203,1123,115,1338,76,1580,37,1822,22,2171,11,2311v-11,140,-7,134,,107e" filled="f" strokecolor="#92d050" strokeweight="1.5pt">
                      <v:stroke dashstyle="dashDot"/>
                      <v:path arrowok="t" o:connecttype="custom" o:connectlocs="219075,0;157480,546100;48260,1003300;6985,1467485;6985,1535430" o:connectangles="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3573145</wp:posOffset>
                      </wp:positionH>
                      <wp:positionV relativeFrom="paragraph">
                        <wp:posOffset>1227455</wp:posOffset>
                      </wp:positionV>
                      <wp:extent cx="169545" cy="1830705"/>
                      <wp:effectExtent l="8255" t="17145" r="12700" b="9525"/>
                      <wp:wrapNone/>
                      <wp:docPr id="134" name="Freeform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9545" cy="1830705"/>
                              </a:xfrm>
                              <a:custGeom>
                                <a:avLst/>
                                <a:gdLst>
                                  <a:gd name="T0" fmla="*/ 249 w 267"/>
                                  <a:gd name="T1" fmla="*/ 0 h 2883"/>
                                  <a:gd name="T2" fmla="*/ 249 w 267"/>
                                  <a:gd name="T3" fmla="*/ 755 h 2883"/>
                                  <a:gd name="T4" fmla="*/ 142 w 267"/>
                                  <a:gd name="T5" fmla="*/ 1454 h 2883"/>
                                  <a:gd name="T6" fmla="*/ 23 w 267"/>
                                  <a:gd name="T7" fmla="*/ 2045 h 2883"/>
                                  <a:gd name="T8" fmla="*/ 2 w 267"/>
                                  <a:gd name="T9" fmla="*/ 2883 h 288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67" h="2883">
                                    <a:moveTo>
                                      <a:pt x="249" y="0"/>
                                    </a:moveTo>
                                    <a:cubicBezTo>
                                      <a:pt x="258" y="256"/>
                                      <a:pt x="267" y="513"/>
                                      <a:pt x="249" y="755"/>
                                    </a:cubicBezTo>
                                    <a:cubicBezTo>
                                      <a:pt x="231" y="997"/>
                                      <a:pt x="180" y="1239"/>
                                      <a:pt x="142" y="1454"/>
                                    </a:cubicBezTo>
                                    <a:cubicBezTo>
                                      <a:pt x="104" y="1669"/>
                                      <a:pt x="46" y="1807"/>
                                      <a:pt x="23" y="2045"/>
                                    </a:cubicBezTo>
                                    <a:cubicBezTo>
                                      <a:pt x="0" y="2283"/>
                                      <a:pt x="6" y="2709"/>
                                      <a:pt x="2" y="2883"/>
                                    </a:cubicBezTo>
                                  </a:path>
                                </a:pathLst>
                              </a:custGeom>
                              <a:noFill/>
                              <a:ln w="15875" cap="flat">
                                <a:solidFill>
                                  <a:srgbClr val="92D05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8" o:spid="_x0000_s1026" style="position:absolute;margin-left:281.35pt;margin-top:96.65pt;width:13.35pt;height:144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7,2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" path="m249,v9,256,18,513,,755c231,997,180,1239,142,1454,104,1669,46,1807,23,2045,,2283,6,2709,2,2883e" filled="f" strokecolor="#92d050" strokeweight="1.25pt">
                      <v:stroke dashstyle="dashDot"/>
                      <v:path arrowok="t" o:connecttype="custom" o:connectlocs="158115,0;158115,479425;90170,923290;14605,1298575;1270,1830705" o:connectangles="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2678430</wp:posOffset>
                      </wp:positionH>
                      <wp:positionV relativeFrom="paragraph">
                        <wp:posOffset>1433830</wp:posOffset>
                      </wp:positionV>
                      <wp:extent cx="224155" cy="1588135"/>
                      <wp:effectExtent l="18415" t="13970" r="14605" b="17145"/>
                      <wp:wrapNone/>
                      <wp:docPr id="133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4155" cy="1588135"/>
                              </a:xfrm>
                              <a:custGeom>
                                <a:avLst/>
                                <a:gdLst>
                                  <a:gd name="T0" fmla="*/ 0 w 353"/>
                                  <a:gd name="T1" fmla="*/ 0 h 2501"/>
                                  <a:gd name="T2" fmla="*/ 75 w 353"/>
                                  <a:gd name="T3" fmla="*/ 699 h 2501"/>
                                  <a:gd name="T4" fmla="*/ 247 w 353"/>
                                  <a:gd name="T5" fmla="*/ 1462 h 2501"/>
                                  <a:gd name="T6" fmla="*/ 344 w 353"/>
                                  <a:gd name="T7" fmla="*/ 2042 h 2501"/>
                                  <a:gd name="T8" fmla="*/ 301 w 353"/>
                                  <a:gd name="T9" fmla="*/ 2501 h 250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353" h="2501">
                                    <a:moveTo>
                                      <a:pt x="0" y="0"/>
                                    </a:moveTo>
                                    <a:cubicBezTo>
                                      <a:pt x="18" y="240"/>
                                      <a:pt x="34" y="456"/>
                                      <a:pt x="75" y="699"/>
                                    </a:cubicBezTo>
                                    <a:cubicBezTo>
                                      <a:pt x="116" y="942"/>
                                      <a:pt x="202" y="1238"/>
                                      <a:pt x="247" y="1462"/>
                                    </a:cubicBezTo>
                                    <a:cubicBezTo>
                                      <a:pt x="292" y="1686"/>
                                      <a:pt x="335" y="1869"/>
                                      <a:pt x="344" y="2042"/>
                                    </a:cubicBezTo>
                                    <a:cubicBezTo>
                                      <a:pt x="353" y="2215"/>
                                      <a:pt x="310" y="2406"/>
                                      <a:pt x="301" y="2501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>
                                <a:solidFill>
                                  <a:srgbClr val="92D05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210.9pt;margin-top:112.9pt;width:17.65pt;height:125.0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3,2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" path="m,c18,240,34,456,75,699v41,243,127,539,172,763c292,1686,335,1869,344,2042v9,173,-34,364,-43,459e" filled="f" strokecolor="#92d050" strokeweight="1.5pt">
                      <v:stroke dashstyle="dashDot"/>
                      <v:path arrowok="t" o:connecttype="custom" o:connectlocs="0,0;47625,443865;156845,928370;218440,1296670;191135,1588135" o:connectangles="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2766695</wp:posOffset>
                      </wp:positionH>
                      <wp:positionV relativeFrom="paragraph">
                        <wp:posOffset>1227455</wp:posOffset>
                      </wp:positionV>
                      <wp:extent cx="203200" cy="1794510"/>
                      <wp:effectExtent l="11430" t="17145" r="13970" b="17145"/>
                      <wp:wrapNone/>
                      <wp:docPr id="132" name="Freeform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3200" cy="1794510"/>
                              </a:xfrm>
                              <a:custGeom>
                                <a:avLst/>
                                <a:gdLst>
                                  <a:gd name="T0" fmla="*/ 25 w 320"/>
                                  <a:gd name="T1" fmla="*/ 0 h 2826"/>
                                  <a:gd name="T2" fmla="*/ 25 w 320"/>
                                  <a:gd name="T3" fmla="*/ 397 h 2826"/>
                                  <a:gd name="T4" fmla="*/ 176 w 320"/>
                                  <a:gd name="T5" fmla="*/ 1461 h 2826"/>
                                  <a:gd name="T6" fmla="*/ 273 w 320"/>
                                  <a:gd name="T7" fmla="*/ 1902 h 2826"/>
                                  <a:gd name="T8" fmla="*/ 316 w 320"/>
                                  <a:gd name="T9" fmla="*/ 2396 h 2826"/>
                                  <a:gd name="T10" fmla="*/ 251 w 320"/>
                                  <a:gd name="T11" fmla="*/ 2826 h 282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20" h="2826">
                                    <a:moveTo>
                                      <a:pt x="25" y="0"/>
                                    </a:moveTo>
                                    <a:cubicBezTo>
                                      <a:pt x="12" y="76"/>
                                      <a:pt x="0" y="153"/>
                                      <a:pt x="25" y="397"/>
                                    </a:cubicBezTo>
                                    <a:cubicBezTo>
                                      <a:pt x="50" y="641"/>
                                      <a:pt x="135" y="1210"/>
                                      <a:pt x="176" y="1461"/>
                                    </a:cubicBezTo>
                                    <a:cubicBezTo>
                                      <a:pt x="217" y="1712"/>
                                      <a:pt x="250" y="1746"/>
                                      <a:pt x="273" y="1902"/>
                                    </a:cubicBezTo>
                                    <a:cubicBezTo>
                                      <a:pt x="296" y="2058"/>
                                      <a:pt x="320" y="2242"/>
                                      <a:pt x="316" y="2396"/>
                                    </a:cubicBezTo>
                                    <a:cubicBezTo>
                                      <a:pt x="312" y="2550"/>
                                      <a:pt x="281" y="2688"/>
                                      <a:pt x="251" y="2826"/>
                                    </a:cubicBezTo>
                                  </a:path>
                                </a:pathLst>
                              </a:custGeom>
                              <a:noFill/>
                              <a:ln w="19050" cap="flat">
                                <a:solidFill>
                                  <a:srgbClr val="92D050"/>
                                </a:solidFill>
                                <a:prstDash val="dash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6" o:spid="_x0000_s1026" style="position:absolute;margin-left:217.85pt;margin-top:96.65pt;width:16pt;height:141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0,2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" path="m25,c12,76,,153,25,397v25,244,110,813,151,1064c217,1712,250,1746,273,1902v23,156,47,340,43,494c312,2550,281,2688,251,2826e" filled="f" strokecolor="#92d050" strokeweight="1.5pt">
                      <v:stroke dashstyle="dashDot"/>
                      <v:path arrowok="t" o:connecttype="custom" o:connectlocs="15875,0;15875,252095;111760,927735;173355,1207770;200660,1521460;159385,1794510" o:connectangles="0,0,0,0,0,0"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0" layoutInCell="1" allowOverlap="1" wp14:anchorId="49511588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4932045</wp:posOffset>
                      </wp:positionV>
                      <wp:extent cx="1151890" cy="467995"/>
                      <wp:effectExtent l="26670" t="26035" r="21590" b="20320"/>
                      <wp:wrapNone/>
                      <wp:docPr id="131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0C0C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071DB" w:rsidRPr="004071DB" w:rsidRDefault="00C877D8" w:rsidP="004071DB">
                                  <w:pPr>
                                    <w:pStyle w:val="CUSTOMNormal"/>
                                    <w:spacing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R</w:t>
                                  </w:r>
                                  <w:r w:rsidR="004071DB" w:rsidRPr="004071DB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TBPI = </w:t>
                                  </w:r>
                                  <w:r w:rsidR="005B6B6E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0.21</w:t>
                                  </w:r>
                                </w:p>
                              </w:txbxContent>
                            </wps:txbx>
                            <wps:bodyPr rot="0" vert="horz" wrap="square" lIns="36000" tIns="43200" rIns="36000" bIns="43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61.55pt;margin-top:388.35pt;width:90.7pt;height:36.8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" strokecolor="red" strokeweight="3pt">
                      <v:shadow color="silver"/>
                      <v:textbox inset="1mm,1.2mm,1mm,1.2mm">
                        <w:txbxContent>
                          <w:p w:rsidR="004071DB" w:rsidRPr="004071DB" w:rsidRDefault="00C877D8" w:rsidP="004071DB">
                            <w:pPr>
                              <w:pStyle w:val="CUSTOMNormal"/>
                              <w:spacing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Cs w:val="16"/>
                                <w:lang w:val="es-ES"/>
                              </w:rPr>
                              <w:t>R</w:t>
                            </w:r>
                            <w:r w:rsidR="004071DB" w:rsidRPr="004071DB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TBPI = </w:t>
                            </w:r>
                            <w:r w:rsidR="005B6B6E">
                              <w:rPr>
                                <w:b/>
                                <w:szCs w:val="16"/>
                                <w:lang w:val="es-ES"/>
                              </w:rPr>
                              <w:t>0.21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49511589">
                      <wp:simplePos x="0" y="0"/>
                      <wp:positionH relativeFrom="column">
                        <wp:posOffset>4497070</wp:posOffset>
                      </wp:positionH>
                      <wp:positionV relativeFrom="paragraph">
                        <wp:posOffset>4932045</wp:posOffset>
                      </wp:positionV>
                      <wp:extent cx="1151890" cy="467995"/>
                      <wp:effectExtent l="27305" t="26035" r="20955" b="20320"/>
                      <wp:wrapNone/>
                      <wp:docPr id="1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0C0C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2923BD" w:rsidRPr="004071DB" w:rsidRDefault="002923BD" w:rsidP="004071DB">
                                  <w:pPr>
                                    <w:pStyle w:val="CUSTOMNormal"/>
                                    <w:spacing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L</w:t>
                                  </w:r>
                                  <w:r w:rsidR="005B6B6E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TBPI =0.64</w:t>
                                  </w:r>
                                </w:p>
                              </w:txbxContent>
                            </wps:txbx>
                            <wps:bodyPr rot="0" vert="horz" wrap="square" lIns="36000" tIns="43200" rIns="36000" bIns="43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4" o:spid="_x0000_s1027" type="#_x0000_t202" style="position:absolute;margin-left:354.1pt;margin-top:388.35pt;width:90.7pt;height:36.8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" strokecolor="red" strokeweight="3pt">
                      <v:shadow color="silver"/>
                      <v:textbox inset="1mm,1.2mm,1mm,1.2mm">
                        <w:txbxContent>
                          <w:p w:rsidR="002923BD" w:rsidRPr="004071DB" w:rsidRDefault="002923BD" w:rsidP="004071DB">
                            <w:pPr>
                              <w:pStyle w:val="CUSTOMNormal"/>
                              <w:spacing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Cs w:val="16"/>
                                <w:lang w:val="es-ES"/>
                              </w:rPr>
                              <w:t>L</w:t>
                            </w:r>
                            <w:r w:rsidR="005B6B6E">
                              <w:rPr>
                                <w:b/>
                                <w:szCs w:val="16"/>
                                <w:lang w:val="es-ES"/>
                              </w:rPr>
                              <w:t>TBPI =0.64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9776" behindDoc="0" locked="1" layoutInCell="1" allowOverlap="1" wp14:anchorId="4951158A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2351405"/>
                      <wp:effectExtent l="0" t="0" r="8255" b="571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2351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3BD" w:rsidRPr="00DA781F" w:rsidRDefault="002923B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5B6B6E" w:rsidRPr="00DA781F" w:rsidRDefault="005B6B6E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D6227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D6227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D6227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&gt;50% stenosis.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997071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B6B6E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997071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Biphasic with a 50-75% stenosis mid pop. Distal pop previously noted to have a &gt;75% stenosis, not duplicated today. </w:t>
                                  </w:r>
                                </w:p>
                                <w:p w:rsidR="00997071" w:rsidRPr="00997071" w:rsidRDefault="00997071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 w:rsidR="00997071" w:rsidRPr="00997071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997071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Heavily and diffusely calcified with signal loss.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0A448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ATA occludes although reforms dampened monophasic at the ankle, (12cm/s)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0A448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Occluded although reforms monophasic 38cm/s.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0A448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Previously reported to be occlude, similar findings today.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28" type="#_x0000_t202" style="position:absolute;margin-left:383.35pt;margin-top:75.1pt;width:129.85pt;height:185.1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" filled="f" stroked="f" strokeweight=".5pt">
                      <v:textbox style="mso-fit-shape-to-text:t" inset="0,0,0,0">
                        <w:txbxContent>
                          <w:p w:rsidR="002923BD" w:rsidRPr="00DA781F" w:rsidRDefault="002923B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5B6B6E" w:rsidRPr="00DA781F" w:rsidRDefault="005B6B6E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D62273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D62273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D62273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&gt;50% stenosis.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997071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B6B6E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997071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Biphasic with a 50-75% stenosis mid pop. Distal pop previously noted to have a &gt;75% stenosis, not duplicated today. </w:t>
                            </w:r>
                          </w:p>
                          <w:p w:rsidR="00997071" w:rsidRPr="00997071" w:rsidRDefault="00997071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 w:rsidR="00997071" w:rsidRPr="00997071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997071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Heavily and diffusely calcified with signal loss.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0A4482"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occludes although reforms dampened monophasic at the ankle, (12cm/s)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0A4482">
                              <w:rPr>
                                <w:color w:val="000000"/>
                                <w:sz w:val="14"/>
                                <w:szCs w:val="14"/>
                              </w:rPr>
                              <w:t>O</w:t>
                            </w:r>
                            <w:bookmarkStart w:id="1" w:name="_GoBack"/>
                            <w:bookmarkEnd w:id="1"/>
                            <w:r w:rsidR="000A448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ccluded although reforms monophasic 38cm/s.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proofErr w:type="gramStart"/>
                            <w:r w:rsidR="000A4482">
                              <w:rPr>
                                <w:color w:val="000000"/>
                                <w:sz w:val="14"/>
                                <w:szCs w:val="14"/>
                              </w:rPr>
                              <w:t>Previously</w:t>
                            </w:r>
                            <w:proofErr w:type="gramEnd"/>
                            <w:r w:rsidR="000A448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reported to be occlude, similar findings today.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4951158B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843405" cy="361950"/>
                      <wp:effectExtent l="4445" t="0" r="0" b="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3405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DA781F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5B6B6E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1.9cm</w:t>
                                  </w:r>
                                </w:p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9" type="#_x0000_t202" style="position:absolute;margin-left:.55pt;margin-top:17.3pt;width:145.15pt;height:28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" filled="f" stroked="f" strokeweight=".5pt">
                      <v:textbox inset="0,0,0,0">
                        <w:txbxContent>
                          <w:p w:rsidR="00C003DC" w:rsidRPr="00DA781F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5B6B6E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1.9cm</w:t>
                            </w:r>
                          </w:p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9B2293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4951158C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2249170"/>
                      <wp:effectExtent l="4445" t="635" r="2540" b="0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2249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B6B6E" w:rsidRDefault="00C877D8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D62273" w:rsidRPr="00D62273" w:rsidRDefault="00D62273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D6227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Biphasic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D62273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62273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6A6E8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6A6E8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Significant disease in the proximal SFA stent with multiple stenoses. Monophasic mid-distal thigh.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6A6E8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Monophasic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 w:rsidR="00997071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Heavily and diffusely calcified with signal loss.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6A6E8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occluded throughout.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6A6E8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occluded proximally reformed monophasic at ankle.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DA781F" w:rsidRDefault="002923BD" w:rsidP="009B2293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DA781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6A6E8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Occluded proximally, monophasic at ankle. </w:t>
                                  </w:r>
                                </w:p>
                                <w:p w:rsidR="002923BD" w:rsidRPr="00DA781F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0" type="#_x0000_t202" style="position:absolute;margin-left:.55pt;margin-top:75.1pt;width:139.7pt;height:177.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" filled="f" stroked="f" strokeweight=".5pt">
                      <v:textbox style="mso-fit-shape-to-text:t" inset="0,0,0,0">
                        <w:txbxContent>
                          <w:p w:rsidR="005B6B6E" w:rsidRDefault="00C877D8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D62273" w:rsidRPr="00D62273" w:rsidRDefault="00D62273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D62273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Biphasic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D62273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62273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6A6E8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6A6E8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Significant disease in the proximal SFA stent with multiple stenoses. </w:t>
                            </w:r>
                            <w:proofErr w:type="gramStart"/>
                            <w:r w:rsidR="006A6E85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 mid-distal thigh.</w:t>
                            </w:r>
                            <w:proofErr w:type="gramEnd"/>
                            <w:r w:rsidR="006A6E8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6A6E85"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Monophasic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 w:rsidR="00997071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Heavily and diffusely calcified with signal loss.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6A6E8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occluded throughout.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6A6E8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occluded proximally reformed monophasic at ankle.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DA781F" w:rsidRDefault="002923BD" w:rsidP="009B2293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DA781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6A6E85">
                              <w:rPr>
                                <w:color w:val="000000"/>
                                <w:sz w:val="14"/>
                                <w:szCs w:val="14"/>
                              </w:rPr>
                              <w:t>Occluded proximally, m</w:t>
                            </w:r>
                            <w:r w:rsidR="006A6E85">
                              <w:rPr>
                                <w:color w:val="000000"/>
                                <w:sz w:val="14"/>
                                <w:szCs w:val="14"/>
                              </w:rPr>
                              <w:t>onophasic</w:t>
                            </w:r>
                            <w:r w:rsidR="006A6E8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at ankle. </w:t>
                            </w:r>
                          </w:p>
                          <w:p w:rsidR="002923BD" w:rsidRPr="00DA781F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BB0937">
        <w:trPr>
          <w:trHeight w:hRule="exact" w:val="12428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E17436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E17436">
              <w:rPr>
                <w:sz w:val="21"/>
                <w:szCs w:val="21"/>
              </w:rPr>
              <w:lastRenderedPageBreak/>
              <w:t>Report:</w:t>
            </w:r>
          </w:p>
          <w:p w:rsidR="009B2293" w:rsidRDefault="009B2293" w:rsidP="009B2293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Abdomen</w:t>
            </w:r>
          </w:p>
          <w:p w:rsidR="009B2293" w:rsidRDefault="009B2293" w:rsidP="009B2293">
            <w:pPr>
              <w:rPr>
                <w:lang w:val="en-GB"/>
              </w:rPr>
            </w:pPr>
          </w:p>
          <w:p w:rsidR="009B2293" w:rsidRDefault="009B2293" w:rsidP="009B2293">
            <w:pPr>
              <w:rPr>
                <w:lang w:val="en-GB"/>
              </w:rPr>
            </w:pPr>
            <w:r>
              <w:rPr>
                <w:lang w:val="en-GB"/>
              </w:rPr>
              <w:t>The abdominal Aorta is patent and of normal calibre. The Common and External Iliac arteries are patent with Biphasic waveforms noted and no significant stenosis.</w:t>
            </w:r>
          </w:p>
          <w:p w:rsidR="009B2293" w:rsidRDefault="009B2293" w:rsidP="009B2293">
            <w:pPr>
              <w:rPr>
                <w:b/>
                <w:lang w:val="en-GB"/>
              </w:rPr>
            </w:pPr>
          </w:p>
          <w:p w:rsidR="009B2293" w:rsidRDefault="009B2293" w:rsidP="009B2293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Rt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9B2293" w:rsidRDefault="009B2293" w:rsidP="009B2293">
            <w:pPr>
              <w:ind w:left="720"/>
              <w:rPr>
                <w:b/>
                <w:u w:val="single"/>
                <w:lang w:val="en-GB"/>
              </w:rPr>
            </w:pPr>
          </w:p>
          <w:p w:rsidR="00760E83" w:rsidRDefault="009B2293" w:rsidP="009B229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Femoral is patent with biphasic waveform with diffuse calcific atheroma noted. A previous 50-75% stenosis is </w:t>
            </w:r>
            <w:r w:rsidR="00760E83">
              <w:rPr>
                <w:lang w:val="en-GB"/>
              </w:rPr>
              <w:t xml:space="preserve">noted. Diffuse calcific atheroma is noted. A max measurement of 2.4m/s is noted, similar findings today. </w:t>
            </w:r>
          </w:p>
          <w:p w:rsidR="009B2293" w:rsidRDefault="009B2293" w:rsidP="009B2293">
            <w:pPr>
              <w:jc w:val="both"/>
              <w:rPr>
                <w:lang w:val="en-GB"/>
              </w:rPr>
            </w:pPr>
          </w:p>
          <w:p w:rsidR="009B2293" w:rsidRDefault="009B2293" w:rsidP="009B229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Profunda Femoral is patent with biphasic waveforms</w:t>
            </w:r>
          </w:p>
          <w:p w:rsidR="009B2293" w:rsidRDefault="009B2293" w:rsidP="009B2293">
            <w:pPr>
              <w:jc w:val="both"/>
              <w:rPr>
                <w:lang w:val="en-GB"/>
              </w:rPr>
            </w:pPr>
          </w:p>
          <w:p w:rsidR="009B2293" w:rsidRDefault="009B2293" w:rsidP="009B229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Superficial Femoral is observed to have an in situ stent tracking into the popliteal.</w:t>
            </w:r>
            <w:r w:rsidR="00760E83">
              <w:rPr>
                <w:lang w:val="en-GB"/>
              </w:rPr>
              <w:t xml:space="preserve"> The proximal stent is noted to have intimal hyperplasia with a max PSV of 1.17m/s with a PSVR of 4.17 suggesting a &gt;75% stenosis. Waveforms become monophasic at the mid-thigh to the adductors canal, these findings are suggestive of significant proximal disease. </w:t>
            </w:r>
          </w:p>
          <w:p w:rsidR="009B2293" w:rsidRDefault="009B2293" w:rsidP="009B2293">
            <w:pPr>
              <w:jc w:val="both"/>
              <w:rPr>
                <w:lang w:val="en-GB"/>
              </w:rPr>
            </w:pPr>
          </w:p>
          <w:p w:rsidR="009B2293" w:rsidRDefault="00760E83" w:rsidP="009B229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Popliteal artery is patent with a max PVS of 2.4m/s and a PSVR of 4.15, suggestive of a &gt;75% stenosis. Pulsatile monophasic waveforms are noted in the distal popliteal, 1.05m/s. </w:t>
            </w:r>
          </w:p>
          <w:p w:rsidR="009B2293" w:rsidRDefault="009B2293" w:rsidP="009B2293">
            <w:pPr>
              <w:ind w:left="720"/>
              <w:jc w:val="both"/>
              <w:rPr>
                <w:lang w:val="en-GB"/>
              </w:rPr>
            </w:pPr>
          </w:p>
          <w:p w:rsidR="009B2293" w:rsidRDefault="009B2293" w:rsidP="009B229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Tibio-Peroneal Trunk, Posterior Tibial</w:t>
            </w:r>
            <w:r w:rsidR="00BB0937">
              <w:rPr>
                <w:lang w:val="en-GB"/>
              </w:rPr>
              <w:t xml:space="preserve"> (39cm/s)</w:t>
            </w:r>
            <w:r>
              <w:rPr>
                <w:lang w:val="en-GB"/>
              </w:rPr>
              <w:t>, and Peroneal arteries</w:t>
            </w:r>
            <w:r w:rsidR="006A6E85">
              <w:rPr>
                <w:lang w:val="en-GB"/>
              </w:rPr>
              <w:t xml:space="preserve"> (24.8cm/s) present with </w:t>
            </w:r>
            <w:r w:rsidR="00BB0937">
              <w:rPr>
                <w:lang w:val="en-GB"/>
              </w:rPr>
              <w:t>monophasic waveforms at the ankle.</w:t>
            </w:r>
            <w:r w:rsidR="006A6E85">
              <w:rPr>
                <w:lang w:val="en-GB"/>
              </w:rPr>
              <w:t xml:space="preserve"> The peroneal artery was previously reported to be occluded with reformation. </w:t>
            </w:r>
          </w:p>
          <w:p w:rsidR="00BB0937" w:rsidRDefault="00BB0937" w:rsidP="009B2293">
            <w:pPr>
              <w:jc w:val="both"/>
              <w:rPr>
                <w:lang w:val="en-GB"/>
              </w:rPr>
            </w:pPr>
          </w:p>
          <w:p w:rsidR="00BB0937" w:rsidRDefault="00BB0937" w:rsidP="009B2293">
            <w:pPr>
              <w:jc w:val="both"/>
              <w:rPr>
                <w:b/>
                <w:u w:val="single"/>
                <w:lang w:val="en-GB"/>
              </w:rPr>
            </w:pPr>
            <w:r>
              <w:rPr>
                <w:lang w:val="en-GB"/>
              </w:rPr>
              <w:t xml:space="preserve">The ATA is occluded throughout, no colour or Doppler detected at the ankle. </w:t>
            </w:r>
          </w:p>
          <w:p w:rsidR="009B2293" w:rsidRDefault="009B2293" w:rsidP="009B2293">
            <w:pPr>
              <w:ind w:left="720"/>
              <w:rPr>
                <w:b/>
                <w:u w:val="single"/>
                <w:lang w:val="en-GB"/>
              </w:rPr>
            </w:pPr>
          </w:p>
          <w:p w:rsidR="009B2293" w:rsidRDefault="009B2293" w:rsidP="009B2293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Lt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9B2293" w:rsidRDefault="009B2293" w:rsidP="009B2293">
            <w:pPr>
              <w:ind w:left="720"/>
              <w:rPr>
                <w:lang w:val="en-GB"/>
              </w:rPr>
            </w:pPr>
          </w:p>
          <w:p w:rsidR="00BB0937" w:rsidRDefault="00BB0937" w:rsidP="009B2293">
            <w:pPr>
              <w:jc w:val="both"/>
              <w:rPr>
                <w:lang w:val="en-GB"/>
              </w:rPr>
            </w:pPr>
            <w:bookmarkStart w:id="1" w:name="BODY"/>
            <w:bookmarkEnd w:id="1"/>
            <w:r>
              <w:rPr>
                <w:lang w:val="en-GB"/>
              </w:rPr>
              <w:t xml:space="preserve">The Common Femoral is patent with biphasic waveforms. </w:t>
            </w:r>
          </w:p>
          <w:p w:rsidR="00BB0937" w:rsidRDefault="00BB0937" w:rsidP="009B2293">
            <w:pPr>
              <w:jc w:val="both"/>
              <w:rPr>
                <w:lang w:val="en-GB"/>
              </w:rPr>
            </w:pPr>
          </w:p>
          <w:p w:rsidR="009B2293" w:rsidRDefault="00BB0937" w:rsidP="009B229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profunda femoris is patent with a max PSV of 3.3 suggestive of a &gt;50% stenosis. </w:t>
            </w:r>
          </w:p>
          <w:p w:rsidR="00BB0937" w:rsidRDefault="00BB0937" w:rsidP="009B229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br/>
              <w:t xml:space="preserve">The SFA is patent with an in situ stent throughout with a mild amount of intimal hyperplasia. However, no significant focal stenosis is noted. </w:t>
            </w:r>
          </w:p>
          <w:p w:rsidR="00BB0937" w:rsidRDefault="00BB0937" w:rsidP="009B2293">
            <w:pPr>
              <w:jc w:val="both"/>
              <w:rPr>
                <w:lang w:val="en-GB"/>
              </w:rPr>
            </w:pPr>
          </w:p>
          <w:p w:rsidR="00BB0937" w:rsidRDefault="00BB0937" w:rsidP="009B2293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popliteal is noted to have max PSV of 1.9m/s with a PSVR of 2.02 suggestive of a 50-75% stenosis, biphasic waveforms are noted to the distal popliteal. </w:t>
            </w:r>
            <w:r w:rsidR="00D62273">
              <w:rPr>
                <w:lang w:val="en-GB"/>
              </w:rPr>
              <w:t xml:space="preserve">Diffuse irregular calcific atheroma is noted. </w:t>
            </w:r>
          </w:p>
          <w:p w:rsidR="00BB0937" w:rsidRDefault="00BB0937" w:rsidP="009B2293">
            <w:pPr>
              <w:jc w:val="both"/>
              <w:rPr>
                <w:lang w:val="en-GB"/>
              </w:rPr>
            </w:pPr>
          </w:p>
          <w:p w:rsidR="009E0202" w:rsidRDefault="00BB0937" w:rsidP="00BB093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PTA is previously noted to occlude 15cm of above the medial malleolus, similar findings today. Monophasic at the ankle. </w:t>
            </w:r>
          </w:p>
          <w:p w:rsidR="00BB0937" w:rsidRDefault="00BB0937" w:rsidP="00BB0937">
            <w:pPr>
              <w:jc w:val="both"/>
              <w:rPr>
                <w:lang w:val="en-GB"/>
              </w:rPr>
            </w:pPr>
          </w:p>
          <w:p w:rsidR="00BB0937" w:rsidRDefault="00BB0937" w:rsidP="00BB093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ATA is previously noted to have 2 occlusions, with reformation. Similar findings today, </w:t>
            </w:r>
            <w:r w:rsidR="00D62273">
              <w:rPr>
                <w:lang w:val="en-GB"/>
              </w:rPr>
              <w:t>dampened</w:t>
            </w:r>
            <w:r>
              <w:rPr>
                <w:lang w:val="en-GB"/>
              </w:rPr>
              <w:t xml:space="preserve"> mo</w:t>
            </w:r>
            <w:r w:rsidR="00D62273">
              <w:rPr>
                <w:lang w:val="en-GB"/>
              </w:rPr>
              <w:t xml:space="preserve">nophasic waveforms at the ankle, 12cm/s. </w:t>
            </w:r>
          </w:p>
          <w:p w:rsidR="00D62273" w:rsidRDefault="00D62273" w:rsidP="00BB0937">
            <w:pPr>
              <w:jc w:val="both"/>
              <w:rPr>
                <w:lang w:val="en-GB"/>
              </w:rPr>
            </w:pPr>
          </w:p>
          <w:p w:rsidR="00D62273" w:rsidRDefault="00D62273" w:rsidP="00BB0937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Peroneal is not well visualised, previously reported to be occluded. </w:t>
            </w:r>
          </w:p>
          <w:p w:rsidR="00BB0937" w:rsidRDefault="00BB0937" w:rsidP="00BB0937">
            <w:pPr>
              <w:jc w:val="both"/>
              <w:rPr>
                <w:lang w:val="en-GB"/>
              </w:rPr>
            </w:pPr>
          </w:p>
          <w:p w:rsidR="00BB0937" w:rsidRPr="00DC01AB" w:rsidRDefault="00BB0937" w:rsidP="00BB0937">
            <w:pPr>
              <w:jc w:val="both"/>
            </w:pP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E17436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B6E" w:rsidRDefault="005B6B6E" w:rsidP="005748E3">
      <w:r>
        <w:separator/>
      </w:r>
    </w:p>
  </w:endnote>
  <w:endnote w:type="continuationSeparator" w:id="0">
    <w:p w:rsidR="005B6B6E" w:rsidRDefault="005B6B6E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9B2293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951159A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0160" t="13335" r="0" b="15240"/>
              <wp:wrapNone/>
              <wp:docPr id="1" name="Group 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49" name="Group 9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50" name="Group 98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51" name="Rectangle 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2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01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54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5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56" name="Group 104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57" name="Group 105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58" name="AutoShap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9" name="AutoShap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0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83824" w:rsidRPr="00734451" w:rsidRDefault="00D83824" w:rsidP="00D8382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09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62" name="Group 11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63" name="Rectangle 11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68" name="Text Box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824" w:rsidRPr="00734451" w:rsidRDefault="00D83824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69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70" name="AutoShape 11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1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3824" w:rsidRPr="00734451" w:rsidRDefault="00D83824" w:rsidP="00D8382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6" o:spid="_x0000_s1033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">
              <v:group id="Group 97" o:spid="_x0000_s1034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98" o:spid="_x0000_s1035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99" o:spid="_x0000_s1036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0" o:spid="_x0000_s1037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1" o:spid="_x0000_s1038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2" o:spid="_x0000_s1039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3" o:spid="_x0000_s1040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4" o:spid="_x0000_s1041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5" o:spid="_x0000_s1042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6" o:spid="_x0000_s1043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07" o:spid="_x0000_s1044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08" o:spid="_x0000_s1045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D83824" w:rsidRPr="00734451" w:rsidRDefault="00D83824" w:rsidP="00D8382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09" o:spid="_x0000_s1046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0" o:spid="_x0000_s1047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1" o:spid="_x0000_s1048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2" o:spid="_x0000_s1049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D83824" w:rsidRPr="00734451" w:rsidRDefault="00D83824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50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4" o:spid="_x0000_s1051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5" o:spid="_x0000_s1052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D83824" w:rsidRPr="00734451" w:rsidRDefault="00D83824" w:rsidP="00D8382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951159B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B6E" w:rsidRDefault="005B6B6E" w:rsidP="005748E3">
      <w:r>
        <w:separator/>
      </w:r>
    </w:p>
  </w:footnote>
  <w:footnote w:type="continuationSeparator" w:id="0">
    <w:p w:rsidR="005B6B6E" w:rsidRDefault="005B6B6E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9B2293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9511594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L69KO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9511595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9511596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1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9B2293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7" name="Picture 137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7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9511598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9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0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1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9511599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>
      <o:colormru v:ext="edit" colors="#ddd,silver"/>
      <o:colormenu v:ext="edit" fillcolor="none [3069]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B6E"/>
    <w:rsid w:val="00000CAF"/>
    <w:rsid w:val="00002C57"/>
    <w:rsid w:val="0002322E"/>
    <w:rsid w:val="00030ECC"/>
    <w:rsid w:val="00033B0B"/>
    <w:rsid w:val="00044A92"/>
    <w:rsid w:val="00047E48"/>
    <w:rsid w:val="0006170F"/>
    <w:rsid w:val="00075B57"/>
    <w:rsid w:val="00095E0A"/>
    <w:rsid w:val="000A4482"/>
    <w:rsid w:val="000B1F8C"/>
    <w:rsid w:val="000C302A"/>
    <w:rsid w:val="000D03AD"/>
    <w:rsid w:val="000D12F2"/>
    <w:rsid w:val="000E220B"/>
    <w:rsid w:val="001346C4"/>
    <w:rsid w:val="0014708E"/>
    <w:rsid w:val="00156E8E"/>
    <w:rsid w:val="00186F8F"/>
    <w:rsid w:val="00191142"/>
    <w:rsid w:val="00196CF5"/>
    <w:rsid w:val="001A0461"/>
    <w:rsid w:val="001A7AF4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23BD"/>
    <w:rsid w:val="002932DD"/>
    <w:rsid w:val="00293ED4"/>
    <w:rsid w:val="002A016B"/>
    <w:rsid w:val="002A430F"/>
    <w:rsid w:val="002C6A41"/>
    <w:rsid w:val="002D4419"/>
    <w:rsid w:val="002D613D"/>
    <w:rsid w:val="002D7122"/>
    <w:rsid w:val="002E04BC"/>
    <w:rsid w:val="00304C4D"/>
    <w:rsid w:val="003234AA"/>
    <w:rsid w:val="00324212"/>
    <w:rsid w:val="00352F64"/>
    <w:rsid w:val="003747AD"/>
    <w:rsid w:val="00380B46"/>
    <w:rsid w:val="00382C7D"/>
    <w:rsid w:val="00384449"/>
    <w:rsid w:val="003909B4"/>
    <w:rsid w:val="00394CF1"/>
    <w:rsid w:val="003A6622"/>
    <w:rsid w:val="003C0B62"/>
    <w:rsid w:val="003C5A0D"/>
    <w:rsid w:val="003E131B"/>
    <w:rsid w:val="003E1E07"/>
    <w:rsid w:val="003F7EB7"/>
    <w:rsid w:val="0040168D"/>
    <w:rsid w:val="004071DB"/>
    <w:rsid w:val="00411FD4"/>
    <w:rsid w:val="00425ED0"/>
    <w:rsid w:val="004353A0"/>
    <w:rsid w:val="004520A0"/>
    <w:rsid w:val="004767D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2430"/>
    <w:rsid w:val="005B6B6E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6DF2"/>
    <w:rsid w:val="0067732A"/>
    <w:rsid w:val="006A6E85"/>
    <w:rsid w:val="006D3CE8"/>
    <w:rsid w:val="006D59BA"/>
    <w:rsid w:val="00701D82"/>
    <w:rsid w:val="007102C1"/>
    <w:rsid w:val="007112FB"/>
    <w:rsid w:val="00721A7D"/>
    <w:rsid w:val="00760E83"/>
    <w:rsid w:val="0078169E"/>
    <w:rsid w:val="007E5FF2"/>
    <w:rsid w:val="007E7F55"/>
    <w:rsid w:val="00803E28"/>
    <w:rsid w:val="00804042"/>
    <w:rsid w:val="00811182"/>
    <w:rsid w:val="00813362"/>
    <w:rsid w:val="00826BA1"/>
    <w:rsid w:val="00854725"/>
    <w:rsid w:val="00880184"/>
    <w:rsid w:val="00893153"/>
    <w:rsid w:val="008A7D65"/>
    <w:rsid w:val="008B3BF4"/>
    <w:rsid w:val="008B3C2A"/>
    <w:rsid w:val="008C4F7F"/>
    <w:rsid w:val="008E68D9"/>
    <w:rsid w:val="008E77CD"/>
    <w:rsid w:val="00907CF4"/>
    <w:rsid w:val="00923531"/>
    <w:rsid w:val="00924EB0"/>
    <w:rsid w:val="009350DF"/>
    <w:rsid w:val="00942505"/>
    <w:rsid w:val="00943CA7"/>
    <w:rsid w:val="00961297"/>
    <w:rsid w:val="00970BAF"/>
    <w:rsid w:val="00997071"/>
    <w:rsid w:val="009A0ECB"/>
    <w:rsid w:val="009A3EEC"/>
    <w:rsid w:val="009B2293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AC0210"/>
    <w:rsid w:val="00B010A0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B0937"/>
    <w:rsid w:val="00BC5836"/>
    <w:rsid w:val="00BE046B"/>
    <w:rsid w:val="00C003DC"/>
    <w:rsid w:val="00C061C7"/>
    <w:rsid w:val="00C14503"/>
    <w:rsid w:val="00C24FD1"/>
    <w:rsid w:val="00C36AA5"/>
    <w:rsid w:val="00C44E9D"/>
    <w:rsid w:val="00C64AE2"/>
    <w:rsid w:val="00C71224"/>
    <w:rsid w:val="00C877D8"/>
    <w:rsid w:val="00C90BFA"/>
    <w:rsid w:val="00C943BB"/>
    <w:rsid w:val="00CA5B58"/>
    <w:rsid w:val="00CB3119"/>
    <w:rsid w:val="00D065FF"/>
    <w:rsid w:val="00D35CC3"/>
    <w:rsid w:val="00D62273"/>
    <w:rsid w:val="00D83824"/>
    <w:rsid w:val="00D86277"/>
    <w:rsid w:val="00D94904"/>
    <w:rsid w:val="00DA781F"/>
    <w:rsid w:val="00DC01AB"/>
    <w:rsid w:val="00DC47D6"/>
    <w:rsid w:val="00DC5770"/>
    <w:rsid w:val="00DD0B20"/>
    <w:rsid w:val="00DF1634"/>
    <w:rsid w:val="00DF1DE9"/>
    <w:rsid w:val="00E05B4C"/>
    <w:rsid w:val="00E17436"/>
    <w:rsid w:val="00E32912"/>
    <w:rsid w:val="00E339E8"/>
    <w:rsid w:val="00E4100D"/>
    <w:rsid w:val="00E463E3"/>
    <w:rsid w:val="00E6169F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77AC7"/>
    <w:rsid w:val="00F959B6"/>
    <w:rsid w:val="00F97841"/>
    <w:rsid w:val="00FA67A6"/>
    <w:rsid w:val="00FA7ABC"/>
    <w:rsid w:val="00FD5490"/>
    <w:rsid w:val="00FE1407"/>
    <w:rsid w:val="00FF0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ddd,silver"/>
      <o:colormenu v:ext="edit" fillcolor="none [3069]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293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2293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lower%20limb%20arterial%20templates\Lower%20Limb%20-%20Arterial%20Duplex%20-%20Both%20-%20Disease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Diseased</Template>
  <TotalTime>47</TotalTime>
  <Pages>3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5</cp:revision>
  <cp:lastPrinted>2019-01-18T11:11:00Z</cp:lastPrinted>
  <dcterms:created xsi:type="dcterms:W3CDTF">2019-09-03T10:18:00Z</dcterms:created>
  <dcterms:modified xsi:type="dcterms:W3CDTF">2019-10-15T09:46:00Z</dcterms:modified>
</cp:coreProperties>
</file>